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0A2AF" w14:textId="77777777" w:rsidR="008538B6" w:rsidRDefault="008538B6" w:rsidP="008538B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38F050E" w14:textId="77777777" w:rsidR="008538B6" w:rsidRDefault="008538B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CD9752A" w14:textId="77777777" w:rsidR="008538B6" w:rsidRDefault="008538B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A218BE0" w14:textId="20C190B7" w:rsidR="0085747A" w:rsidRPr="00E765A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765A9">
        <w:rPr>
          <w:rFonts w:ascii="Corbel" w:hAnsi="Corbel"/>
          <w:b/>
          <w:smallCaps/>
          <w:sz w:val="24"/>
          <w:szCs w:val="24"/>
        </w:rPr>
        <w:t>SYLABUS</w:t>
      </w:r>
    </w:p>
    <w:p w14:paraId="73FFFF7E" w14:textId="098A87C0" w:rsidR="0085747A" w:rsidRPr="00E765A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765A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765A9">
        <w:rPr>
          <w:rFonts w:ascii="Corbel" w:hAnsi="Corbel"/>
          <w:b/>
          <w:smallCaps/>
          <w:sz w:val="24"/>
          <w:szCs w:val="24"/>
        </w:rPr>
        <w:t xml:space="preserve"> </w:t>
      </w:r>
      <w:r w:rsidR="009D2757" w:rsidRPr="00E765A9">
        <w:rPr>
          <w:rFonts w:ascii="Corbel" w:hAnsi="Corbel"/>
          <w:b/>
          <w:smallCaps/>
          <w:sz w:val="24"/>
          <w:szCs w:val="24"/>
        </w:rPr>
        <w:t>202</w:t>
      </w:r>
      <w:r w:rsidR="006A4915">
        <w:rPr>
          <w:rFonts w:ascii="Corbel" w:hAnsi="Corbel"/>
          <w:b/>
          <w:smallCaps/>
          <w:sz w:val="24"/>
          <w:szCs w:val="24"/>
        </w:rPr>
        <w:t>5</w:t>
      </w:r>
      <w:r w:rsidR="00070DB6">
        <w:rPr>
          <w:rFonts w:ascii="Corbel" w:hAnsi="Corbel"/>
          <w:b/>
          <w:smallCaps/>
          <w:sz w:val="24"/>
          <w:szCs w:val="24"/>
        </w:rPr>
        <w:t>-</w:t>
      </w:r>
      <w:r w:rsidR="009D2757" w:rsidRPr="00E765A9">
        <w:rPr>
          <w:rFonts w:ascii="Corbel" w:hAnsi="Corbel"/>
          <w:b/>
          <w:smallCaps/>
          <w:sz w:val="24"/>
          <w:szCs w:val="24"/>
        </w:rPr>
        <w:t>20</w:t>
      </w:r>
      <w:r w:rsidR="006A4915">
        <w:rPr>
          <w:rFonts w:ascii="Corbel" w:hAnsi="Corbel"/>
          <w:b/>
          <w:smallCaps/>
          <w:sz w:val="24"/>
          <w:szCs w:val="24"/>
        </w:rPr>
        <w:t>30</w:t>
      </w:r>
    </w:p>
    <w:p w14:paraId="3EF96D00" w14:textId="77777777" w:rsidR="0085747A" w:rsidRPr="00E765A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765A9">
        <w:rPr>
          <w:rFonts w:ascii="Corbel" w:hAnsi="Corbel"/>
          <w:i/>
          <w:sz w:val="24"/>
          <w:szCs w:val="24"/>
        </w:rPr>
        <w:t>(skrajne daty</w:t>
      </w:r>
      <w:r w:rsidR="0085747A" w:rsidRPr="00E765A9">
        <w:rPr>
          <w:rFonts w:ascii="Corbel" w:hAnsi="Corbel"/>
          <w:sz w:val="24"/>
          <w:szCs w:val="24"/>
        </w:rPr>
        <w:t>)</w:t>
      </w:r>
    </w:p>
    <w:p w14:paraId="01D765F5" w14:textId="7D104E02" w:rsidR="00445970" w:rsidRPr="00E765A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ab/>
      </w:r>
      <w:r w:rsidRPr="00E765A9">
        <w:rPr>
          <w:rFonts w:ascii="Corbel" w:hAnsi="Corbel"/>
          <w:sz w:val="24"/>
          <w:szCs w:val="24"/>
        </w:rPr>
        <w:tab/>
      </w:r>
      <w:r w:rsidRPr="00E765A9">
        <w:rPr>
          <w:rFonts w:ascii="Corbel" w:hAnsi="Corbel"/>
          <w:sz w:val="24"/>
          <w:szCs w:val="24"/>
        </w:rPr>
        <w:tab/>
      </w:r>
      <w:r w:rsidRPr="00E765A9">
        <w:rPr>
          <w:rFonts w:ascii="Corbel" w:hAnsi="Corbel"/>
          <w:sz w:val="24"/>
          <w:szCs w:val="24"/>
        </w:rPr>
        <w:tab/>
        <w:t xml:space="preserve">Rok akademicki   </w:t>
      </w:r>
      <w:r w:rsidR="009D2757" w:rsidRPr="00E765A9">
        <w:rPr>
          <w:rFonts w:ascii="Corbel" w:hAnsi="Corbel"/>
          <w:sz w:val="24"/>
          <w:szCs w:val="24"/>
        </w:rPr>
        <w:t>202</w:t>
      </w:r>
      <w:r w:rsidR="006A4915">
        <w:rPr>
          <w:rFonts w:ascii="Corbel" w:hAnsi="Corbel"/>
          <w:sz w:val="24"/>
          <w:szCs w:val="24"/>
        </w:rPr>
        <w:t>6</w:t>
      </w:r>
      <w:r w:rsidR="009D2757" w:rsidRPr="00E765A9">
        <w:rPr>
          <w:rFonts w:ascii="Corbel" w:hAnsi="Corbel"/>
          <w:sz w:val="24"/>
          <w:szCs w:val="24"/>
        </w:rPr>
        <w:t>/</w:t>
      </w:r>
      <w:r w:rsidR="005E5FFA" w:rsidRPr="00E765A9">
        <w:rPr>
          <w:rFonts w:ascii="Corbel" w:hAnsi="Corbel"/>
          <w:sz w:val="24"/>
          <w:szCs w:val="24"/>
        </w:rPr>
        <w:t>202</w:t>
      </w:r>
      <w:r w:rsidR="006A4915">
        <w:rPr>
          <w:rFonts w:ascii="Corbel" w:hAnsi="Corbel"/>
          <w:sz w:val="24"/>
          <w:szCs w:val="24"/>
        </w:rPr>
        <w:t>7</w:t>
      </w:r>
      <w:r w:rsidR="005E5FFA" w:rsidRPr="00E765A9">
        <w:rPr>
          <w:rFonts w:ascii="Corbel" w:hAnsi="Corbel"/>
          <w:sz w:val="24"/>
          <w:szCs w:val="24"/>
        </w:rPr>
        <w:t xml:space="preserve"> oraz 202</w:t>
      </w:r>
      <w:r w:rsidR="006A4915">
        <w:rPr>
          <w:rFonts w:ascii="Corbel" w:hAnsi="Corbel"/>
          <w:sz w:val="24"/>
          <w:szCs w:val="24"/>
        </w:rPr>
        <w:t>7</w:t>
      </w:r>
      <w:r w:rsidR="005E5FFA" w:rsidRPr="00E765A9">
        <w:rPr>
          <w:rFonts w:ascii="Corbel" w:hAnsi="Corbel"/>
          <w:sz w:val="24"/>
          <w:szCs w:val="24"/>
        </w:rPr>
        <w:t>/202</w:t>
      </w:r>
      <w:r w:rsidR="006A4915">
        <w:rPr>
          <w:rFonts w:ascii="Corbel" w:hAnsi="Corbel"/>
          <w:sz w:val="24"/>
          <w:szCs w:val="24"/>
        </w:rPr>
        <w:t>8</w:t>
      </w:r>
    </w:p>
    <w:p w14:paraId="3F6F0A06" w14:textId="77777777" w:rsidR="0085747A" w:rsidRPr="00E765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E04D7E" w14:textId="77777777" w:rsidR="0085747A" w:rsidRPr="00E765A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765A9">
        <w:rPr>
          <w:rFonts w:ascii="Corbel" w:hAnsi="Corbel"/>
          <w:szCs w:val="24"/>
        </w:rPr>
        <w:t xml:space="preserve">1. </w:t>
      </w:r>
      <w:r w:rsidR="0085747A" w:rsidRPr="00E765A9">
        <w:rPr>
          <w:rFonts w:ascii="Corbel" w:hAnsi="Corbel"/>
          <w:szCs w:val="24"/>
        </w:rPr>
        <w:t xml:space="preserve">Podstawowe </w:t>
      </w:r>
      <w:r w:rsidR="00445970" w:rsidRPr="00E765A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765A9" w14:paraId="277202ED" w14:textId="77777777" w:rsidTr="00946FDA">
        <w:tc>
          <w:tcPr>
            <w:tcW w:w="2694" w:type="dxa"/>
            <w:vAlign w:val="center"/>
          </w:tcPr>
          <w:p w14:paraId="3509A5ED" w14:textId="77777777" w:rsidR="0085747A" w:rsidRPr="00E765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2F560E" w14:textId="577C4184" w:rsidR="008944B5" w:rsidRPr="00E765A9" w:rsidRDefault="006A4915" w:rsidP="006A4915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="003463AF" w:rsidRPr="00E765A9">
              <w:rPr>
                <w:rFonts w:ascii="Corbel" w:hAnsi="Corbel"/>
                <w:sz w:val="24"/>
                <w:szCs w:val="24"/>
              </w:rPr>
              <w:t>rening twórczy osób ze spektrum autyzmu:</w:t>
            </w:r>
          </w:p>
          <w:p w14:paraId="09053294" w14:textId="77777777" w:rsidR="0085747A" w:rsidRPr="00E765A9" w:rsidRDefault="005E5FFA" w:rsidP="008944B5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biblioterapia</w:t>
            </w:r>
          </w:p>
        </w:tc>
      </w:tr>
      <w:tr w:rsidR="0085747A" w:rsidRPr="00E765A9" w14:paraId="72331D4D" w14:textId="77777777" w:rsidTr="00946FDA">
        <w:tc>
          <w:tcPr>
            <w:tcW w:w="2694" w:type="dxa"/>
            <w:vAlign w:val="center"/>
          </w:tcPr>
          <w:p w14:paraId="5BE7098D" w14:textId="77777777" w:rsidR="0085747A" w:rsidRPr="00E765A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663CB1" w14:textId="77777777" w:rsidR="0085747A" w:rsidRPr="00E765A9" w:rsidRDefault="005E5F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765A9" w14:paraId="104F3029" w14:textId="77777777" w:rsidTr="00946FDA">
        <w:tc>
          <w:tcPr>
            <w:tcW w:w="2694" w:type="dxa"/>
            <w:vAlign w:val="center"/>
          </w:tcPr>
          <w:p w14:paraId="2DF80C5C" w14:textId="77777777" w:rsidR="0085747A" w:rsidRPr="00E765A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N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765A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FFEE2CA" w14:textId="3960C474" w:rsidR="0085747A" w:rsidRPr="00E765A9" w:rsidRDefault="006A4915" w:rsidP="005E5F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4915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5747A" w:rsidRPr="00E765A9" w14:paraId="5356F92E" w14:textId="77777777" w:rsidTr="00946FDA">
        <w:tc>
          <w:tcPr>
            <w:tcW w:w="2694" w:type="dxa"/>
            <w:vAlign w:val="center"/>
          </w:tcPr>
          <w:p w14:paraId="48F74107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82DB" w14:textId="77777777" w:rsidR="0085747A" w:rsidRPr="00E765A9" w:rsidRDefault="005E5FFA" w:rsidP="005E5F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765A9" w14:paraId="1BDC1C20" w14:textId="77777777" w:rsidTr="00946FDA">
        <w:tc>
          <w:tcPr>
            <w:tcW w:w="2694" w:type="dxa"/>
            <w:vAlign w:val="center"/>
          </w:tcPr>
          <w:p w14:paraId="4AA22996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A222B18" w14:textId="761D13AF" w:rsidR="0085747A" w:rsidRPr="00E765A9" w:rsidRDefault="006A49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E5FFA" w:rsidRPr="00E765A9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85747A" w:rsidRPr="00E765A9" w14:paraId="4D1677FC" w14:textId="77777777" w:rsidTr="00946FDA">
        <w:tc>
          <w:tcPr>
            <w:tcW w:w="2694" w:type="dxa"/>
            <w:vAlign w:val="center"/>
          </w:tcPr>
          <w:p w14:paraId="662FBA62" w14:textId="77777777" w:rsidR="0085747A" w:rsidRPr="00E765A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0E3BBC" w14:textId="77777777" w:rsidR="0085747A" w:rsidRPr="00E765A9" w:rsidRDefault="005E5F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42576" w:rsidRPr="00E765A9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A42576" w:rsidRPr="00E765A9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E765A9" w14:paraId="104DC511" w14:textId="77777777" w:rsidTr="00946FDA">
        <w:tc>
          <w:tcPr>
            <w:tcW w:w="2694" w:type="dxa"/>
            <w:vAlign w:val="center"/>
          </w:tcPr>
          <w:p w14:paraId="7205CC78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821433" w14:textId="4E2A71FA" w:rsidR="0085747A" w:rsidRPr="00E765A9" w:rsidRDefault="00FB07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E765A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E765A9" w14:paraId="79C0BEBC" w14:textId="77777777" w:rsidTr="00946FDA">
        <w:tc>
          <w:tcPr>
            <w:tcW w:w="2694" w:type="dxa"/>
            <w:vAlign w:val="center"/>
          </w:tcPr>
          <w:p w14:paraId="128DDD2B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6A72BE" w14:textId="183BC77B" w:rsidR="0085747A" w:rsidRPr="00E765A9" w:rsidRDefault="006A4915" w:rsidP="006A49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265C" w:rsidRPr="00E765A9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21AD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E765A9" w14:paraId="231B48EF" w14:textId="77777777" w:rsidTr="00946FDA">
        <w:tc>
          <w:tcPr>
            <w:tcW w:w="2694" w:type="dxa"/>
            <w:vAlign w:val="center"/>
          </w:tcPr>
          <w:p w14:paraId="726218B9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765A9">
              <w:rPr>
                <w:rFonts w:ascii="Corbel" w:hAnsi="Corbel"/>
                <w:sz w:val="24"/>
                <w:szCs w:val="24"/>
              </w:rPr>
              <w:t>/y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B56BC" w14:textId="77777777" w:rsidR="0085747A" w:rsidRPr="00E765A9" w:rsidRDefault="00946F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II rok, semestr 4, III rok, semestr 5</w:t>
            </w:r>
          </w:p>
        </w:tc>
      </w:tr>
      <w:tr w:rsidR="00946FDA" w:rsidRPr="00E765A9" w14:paraId="72DDF542" w14:textId="77777777" w:rsidTr="00946FDA">
        <w:tc>
          <w:tcPr>
            <w:tcW w:w="2694" w:type="dxa"/>
            <w:vAlign w:val="center"/>
          </w:tcPr>
          <w:p w14:paraId="68C9BC1C" w14:textId="77777777" w:rsidR="00946FDA" w:rsidRPr="00E765A9" w:rsidRDefault="00946FDA" w:rsidP="00946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1E425C5C" w14:textId="77777777" w:rsidR="00946FDA" w:rsidRPr="00E765A9" w:rsidRDefault="00946FDA" w:rsidP="00946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</w:t>
            </w:r>
            <w:proofErr w:type="spellStart"/>
            <w:r w:rsidRPr="00E765A9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944B5" w:rsidRPr="00E765A9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8944B5" w:rsidRPr="00E765A9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946FDA" w:rsidRPr="00E765A9" w14:paraId="503B096B" w14:textId="77777777" w:rsidTr="00946FDA">
        <w:tc>
          <w:tcPr>
            <w:tcW w:w="2694" w:type="dxa"/>
            <w:vAlign w:val="center"/>
          </w:tcPr>
          <w:p w14:paraId="4816DBE3" w14:textId="77777777" w:rsidR="00946FDA" w:rsidRPr="00E765A9" w:rsidRDefault="00946FDA" w:rsidP="00946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FE777F" w14:textId="30435E9E" w:rsidR="00946FDA" w:rsidRPr="00E765A9" w:rsidRDefault="00421AD6" w:rsidP="00946F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46FDA" w:rsidRPr="00E765A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46FDA" w:rsidRPr="00E765A9" w14:paraId="5338578F" w14:textId="77777777" w:rsidTr="00946FDA">
        <w:tc>
          <w:tcPr>
            <w:tcW w:w="2694" w:type="dxa"/>
            <w:vAlign w:val="center"/>
          </w:tcPr>
          <w:p w14:paraId="03E53640" w14:textId="77777777" w:rsidR="00946FDA" w:rsidRPr="00E765A9" w:rsidRDefault="00946FDA" w:rsidP="00946FD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5EE9B4" w14:textId="78D904E2" w:rsidR="00946FDA" w:rsidRPr="00E765A9" w:rsidRDefault="00FB0706" w:rsidP="006A49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6FDA" w:rsidRPr="00E765A9">
              <w:rPr>
                <w:rFonts w:ascii="Corbel" w:hAnsi="Corbel"/>
                <w:b w:val="0"/>
                <w:sz w:val="24"/>
                <w:szCs w:val="24"/>
              </w:rPr>
              <w:t>r Agnieszka Łab</w:t>
            </w:r>
            <w:r w:rsidR="006A4915">
              <w:rPr>
                <w:rFonts w:ascii="Corbel" w:hAnsi="Corbel"/>
                <w:b w:val="0"/>
                <w:sz w:val="24"/>
                <w:szCs w:val="24"/>
              </w:rPr>
              <w:t>a-</w:t>
            </w:r>
            <w:proofErr w:type="spellStart"/>
            <w:r w:rsidR="006A4915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E765A9" w14:paraId="52DE1458" w14:textId="77777777" w:rsidTr="00946FDA">
        <w:tc>
          <w:tcPr>
            <w:tcW w:w="2694" w:type="dxa"/>
            <w:vAlign w:val="center"/>
          </w:tcPr>
          <w:p w14:paraId="3383F97E" w14:textId="77777777" w:rsidR="0085747A" w:rsidRPr="00E765A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0729DE" w14:textId="02BF564D" w:rsidR="0085747A" w:rsidRPr="00E765A9" w:rsidRDefault="00FB07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6FDA" w:rsidRPr="00E765A9">
              <w:rPr>
                <w:rFonts w:ascii="Corbel" w:hAnsi="Corbel"/>
                <w:b w:val="0"/>
                <w:sz w:val="24"/>
                <w:szCs w:val="24"/>
              </w:rPr>
              <w:t xml:space="preserve">r Agnieszka Łaba </w:t>
            </w:r>
            <w:r w:rsidR="0085026B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946FDA" w:rsidRPr="00E765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946FDA" w:rsidRPr="00E765A9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2CBF66FC" w14:textId="77777777" w:rsidR="0085747A" w:rsidRPr="00E765A9" w:rsidRDefault="0085747A" w:rsidP="0005068A">
      <w:pPr>
        <w:pStyle w:val="Podpunkty"/>
        <w:ind w:left="0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 xml:space="preserve">* </w:t>
      </w:r>
      <w:r w:rsidRPr="00E765A9">
        <w:rPr>
          <w:rFonts w:ascii="Corbel" w:hAnsi="Corbel"/>
          <w:i/>
          <w:sz w:val="24"/>
          <w:szCs w:val="24"/>
        </w:rPr>
        <w:t>-</w:t>
      </w:r>
      <w:r w:rsidR="00B90885" w:rsidRPr="00E765A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765A9">
        <w:rPr>
          <w:rFonts w:ascii="Corbel" w:hAnsi="Corbel"/>
          <w:b w:val="0"/>
          <w:sz w:val="24"/>
          <w:szCs w:val="24"/>
        </w:rPr>
        <w:t>e,</w:t>
      </w:r>
      <w:r w:rsidRPr="00E765A9">
        <w:rPr>
          <w:rFonts w:ascii="Corbel" w:hAnsi="Corbel"/>
          <w:i/>
          <w:sz w:val="24"/>
          <w:szCs w:val="24"/>
        </w:rPr>
        <w:t xml:space="preserve"> </w:t>
      </w:r>
      <w:r w:rsidRPr="00E765A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765A9">
        <w:rPr>
          <w:rFonts w:ascii="Corbel" w:hAnsi="Corbel"/>
          <w:b w:val="0"/>
          <w:i/>
          <w:sz w:val="24"/>
          <w:szCs w:val="24"/>
        </w:rPr>
        <w:t>w Jednostce</w:t>
      </w:r>
    </w:p>
    <w:p w14:paraId="45DEA46B" w14:textId="77777777" w:rsidR="00923D7D" w:rsidRPr="00E765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5672AB" w14:textId="77777777" w:rsidR="0085747A" w:rsidRPr="00E765A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>1.</w:t>
      </w:r>
      <w:r w:rsidR="00E22FBC" w:rsidRPr="00E765A9">
        <w:rPr>
          <w:rFonts w:ascii="Corbel" w:hAnsi="Corbel"/>
          <w:sz w:val="24"/>
          <w:szCs w:val="24"/>
        </w:rPr>
        <w:t>1</w:t>
      </w:r>
      <w:r w:rsidRPr="00E765A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79BCC6" w14:textId="77777777" w:rsidR="00923D7D" w:rsidRPr="00E765A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765A9" w14:paraId="14534D22" w14:textId="77777777" w:rsidTr="009D2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C9AD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Semestr</w:t>
            </w:r>
          </w:p>
          <w:p w14:paraId="3F84D235" w14:textId="77777777" w:rsidR="00015B8F" w:rsidRPr="00E765A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(</w:t>
            </w:r>
            <w:r w:rsidR="00363F78" w:rsidRPr="00E765A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1055B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Wykł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7668D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F7AE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Konw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9A7C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83CD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Sem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39F3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D71A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765A9">
              <w:rPr>
                <w:rFonts w:ascii="Corbel" w:hAnsi="Corbel"/>
                <w:szCs w:val="24"/>
              </w:rPr>
              <w:t>Prakt</w:t>
            </w:r>
            <w:proofErr w:type="spellEnd"/>
            <w:r w:rsidRPr="00E765A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C049" w14:textId="77777777" w:rsidR="00015B8F" w:rsidRPr="00E765A9" w:rsidRDefault="00946FD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765A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B8111" w14:textId="77777777" w:rsidR="00015B8F" w:rsidRPr="00E765A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765A9">
              <w:rPr>
                <w:rFonts w:ascii="Corbel" w:hAnsi="Corbel"/>
                <w:b/>
                <w:szCs w:val="24"/>
              </w:rPr>
              <w:t>Liczba pkt</w:t>
            </w:r>
            <w:r w:rsidR="00B90885" w:rsidRPr="00E765A9">
              <w:rPr>
                <w:rFonts w:ascii="Corbel" w:hAnsi="Corbel"/>
                <w:b/>
                <w:szCs w:val="24"/>
              </w:rPr>
              <w:t>.</w:t>
            </w:r>
            <w:r w:rsidRPr="00E765A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2757" w:rsidRPr="00E765A9" w14:paraId="2176E0BF" w14:textId="77777777" w:rsidTr="009D2757">
        <w:trPr>
          <w:trHeight w:val="286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D0AA" w14:textId="77777777" w:rsidR="009D2757" w:rsidRPr="00E765A9" w:rsidRDefault="00946FDA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F640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F60D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33D9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1807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7253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B351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0A1D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AC49" w14:textId="51177FFC" w:rsidR="009D2757" w:rsidRPr="00E765A9" w:rsidRDefault="004009C8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F65DBC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2757" w:rsidRPr="00E765A9" w14:paraId="751AE22B" w14:textId="77777777" w:rsidTr="009D2757">
        <w:trPr>
          <w:trHeight w:val="285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C4FE" w14:textId="77777777" w:rsidR="009D2757" w:rsidRPr="00E765A9" w:rsidRDefault="00946FDA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3AA9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EEF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32FD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D76C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16F5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B535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8400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D45D" w14:textId="370C191A" w:rsidR="009D2757" w:rsidRPr="00E765A9" w:rsidRDefault="004009C8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9787" w14:textId="77777777" w:rsidR="009D2757" w:rsidRPr="00E765A9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637A71" w14:textId="77777777" w:rsidR="00923D7D" w:rsidRPr="00E765A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5D0D67" w14:textId="77777777" w:rsidR="0085747A" w:rsidRPr="00E765A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>1.</w:t>
      </w:r>
      <w:r w:rsidR="00E22FBC" w:rsidRPr="00E765A9">
        <w:rPr>
          <w:rFonts w:ascii="Corbel" w:hAnsi="Corbel"/>
          <w:smallCaps w:val="0"/>
          <w:szCs w:val="24"/>
        </w:rPr>
        <w:t>2</w:t>
      </w:r>
      <w:r w:rsidR="00F83B28" w:rsidRPr="00E765A9">
        <w:rPr>
          <w:rFonts w:ascii="Corbel" w:hAnsi="Corbel"/>
          <w:smallCaps w:val="0"/>
          <w:szCs w:val="24"/>
        </w:rPr>
        <w:t>.</w:t>
      </w:r>
      <w:r w:rsidR="00F83B28" w:rsidRPr="00E765A9">
        <w:rPr>
          <w:rFonts w:ascii="Corbel" w:hAnsi="Corbel"/>
          <w:smallCaps w:val="0"/>
          <w:szCs w:val="24"/>
        </w:rPr>
        <w:tab/>
      </w:r>
      <w:r w:rsidRPr="00E765A9">
        <w:rPr>
          <w:rFonts w:ascii="Corbel" w:hAnsi="Corbel"/>
          <w:smallCaps w:val="0"/>
          <w:szCs w:val="24"/>
        </w:rPr>
        <w:t xml:space="preserve">Sposób realizacji zajęć  </w:t>
      </w:r>
    </w:p>
    <w:p w14:paraId="1ED805C8" w14:textId="77777777" w:rsidR="005E5FFA" w:rsidRPr="00E765A9" w:rsidRDefault="005E5FFA" w:rsidP="005E5F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eastAsia="MS Gothic" w:hAnsi="Corbel"/>
          <w:b w:val="0"/>
          <w:szCs w:val="24"/>
        </w:rPr>
        <w:sym w:font="Wingdings" w:char="F078"/>
      </w:r>
      <w:r w:rsidRPr="00E765A9">
        <w:rPr>
          <w:rFonts w:ascii="Corbel" w:eastAsia="MS Gothic" w:hAnsi="Corbel"/>
          <w:b w:val="0"/>
          <w:szCs w:val="24"/>
        </w:rPr>
        <w:t xml:space="preserve"> </w:t>
      </w:r>
      <w:r w:rsidRPr="00E765A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0628992" w14:textId="77777777" w:rsidR="005E5FFA" w:rsidRPr="00E765A9" w:rsidRDefault="005E5FFA" w:rsidP="005E5F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765A9">
        <w:rPr>
          <w:rFonts w:ascii="MS Gothic" w:eastAsia="MS Gothic" w:hAnsi="MS Gothic" w:cs="MS Gothic" w:hint="eastAsia"/>
          <w:b w:val="0"/>
          <w:szCs w:val="24"/>
        </w:rPr>
        <w:t>☐</w:t>
      </w:r>
      <w:r w:rsidRPr="00E765A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47D8E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91906B" w14:textId="77777777" w:rsidR="00946FDA" w:rsidRPr="00E765A9" w:rsidRDefault="00E22FBC" w:rsidP="00946F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1.3 </w:t>
      </w:r>
      <w:r w:rsidR="00F83B28" w:rsidRPr="00E765A9">
        <w:rPr>
          <w:rFonts w:ascii="Corbel" w:hAnsi="Corbel"/>
          <w:smallCaps w:val="0"/>
          <w:szCs w:val="24"/>
        </w:rPr>
        <w:tab/>
      </w:r>
      <w:r w:rsidRPr="00E765A9">
        <w:rPr>
          <w:rFonts w:ascii="Corbel" w:hAnsi="Corbel"/>
          <w:smallCaps w:val="0"/>
          <w:szCs w:val="24"/>
        </w:rPr>
        <w:t>For</w:t>
      </w:r>
      <w:r w:rsidR="00445970" w:rsidRPr="00E765A9">
        <w:rPr>
          <w:rFonts w:ascii="Corbel" w:hAnsi="Corbel"/>
          <w:smallCaps w:val="0"/>
          <w:szCs w:val="24"/>
        </w:rPr>
        <w:t xml:space="preserve">ma zaliczenia przedmiotu </w:t>
      </w:r>
      <w:r w:rsidRPr="00E765A9">
        <w:rPr>
          <w:rFonts w:ascii="Corbel" w:hAnsi="Corbel"/>
          <w:smallCaps w:val="0"/>
          <w:szCs w:val="24"/>
        </w:rPr>
        <w:t xml:space="preserve"> (z toku) </w:t>
      </w:r>
    </w:p>
    <w:p w14:paraId="085E3EED" w14:textId="77777777" w:rsidR="009C54AE" w:rsidRPr="00E765A9" w:rsidRDefault="00946FDA" w:rsidP="00946F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E765A9">
        <w:rPr>
          <w:rFonts w:ascii="Corbel" w:hAnsi="Corbel"/>
          <w:smallCaps w:val="0"/>
          <w:szCs w:val="24"/>
        </w:rPr>
        <w:tab/>
      </w:r>
      <w:r w:rsidR="00E22FBC" w:rsidRPr="00E765A9">
        <w:rPr>
          <w:rFonts w:ascii="Corbel" w:hAnsi="Corbel"/>
          <w:b w:val="0"/>
          <w:smallCaps w:val="0"/>
          <w:szCs w:val="24"/>
        </w:rPr>
        <w:t>zaliczenie z oceną</w:t>
      </w:r>
      <w:r w:rsidRPr="00E765A9">
        <w:rPr>
          <w:rFonts w:ascii="Corbel" w:hAnsi="Corbel"/>
          <w:b w:val="0"/>
          <w:szCs w:val="24"/>
        </w:rPr>
        <w:t xml:space="preserve"> </w:t>
      </w:r>
    </w:p>
    <w:p w14:paraId="22A0CCB6" w14:textId="77777777" w:rsidR="00E960BB" w:rsidRPr="00E765A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DA27F4" w14:textId="77777777" w:rsidR="00E960BB" w:rsidRPr="00E765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65A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5A9" w14:paraId="55CC106E" w14:textId="77777777" w:rsidTr="00745302">
        <w:tc>
          <w:tcPr>
            <w:tcW w:w="9670" w:type="dxa"/>
          </w:tcPr>
          <w:p w14:paraId="053B7A36" w14:textId="72D4E5E5" w:rsidR="0085747A" w:rsidRPr="00E765A9" w:rsidRDefault="00BD2D17" w:rsidP="00EA3F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Zaliczenie przedmiotów z zakresu wprowadzenia do psychologii, psychologii rozwojowej, teoretycznych podstaw kształcenia i wychowania, pedagogiki osób z </w:t>
            </w:r>
            <w:r w:rsidR="00042511">
              <w:rPr>
                <w:rFonts w:ascii="Corbel" w:hAnsi="Corbel"/>
                <w:b w:val="0"/>
                <w:smallCaps w:val="0"/>
                <w:szCs w:val="24"/>
              </w:rPr>
              <w:t>zaburzeniami ze spektrum autyzmu.</w:t>
            </w:r>
          </w:p>
        </w:tc>
      </w:tr>
    </w:tbl>
    <w:p w14:paraId="109F2940" w14:textId="77777777" w:rsidR="00153C41" w:rsidRPr="00E765A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E3532" w14:textId="77777777" w:rsidR="0085747A" w:rsidRPr="00E765A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765A9">
        <w:rPr>
          <w:rFonts w:ascii="Corbel" w:hAnsi="Corbel"/>
          <w:szCs w:val="24"/>
        </w:rPr>
        <w:t>3.</w:t>
      </w:r>
      <w:r w:rsidR="0085747A" w:rsidRPr="00E765A9">
        <w:rPr>
          <w:rFonts w:ascii="Corbel" w:hAnsi="Corbel"/>
          <w:szCs w:val="24"/>
        </w:rPr>
        <w:t xml:space="preserve"> </w:t>
      </w:r>
      <w:r w:rsidR="00A84C85" w:rsidRPr="00E765A9">
        <w:rPr>
          <w:rFonts w:ascii="Corbel" w:hAnsi="Corbel"/>
          <w:szCs w:val="24"/>
        </w:rPr>
        <w:t>cele, efekty uczenia się</w:t>
      </w:r>
      <w:r w:rsidR="0085747A" w:rsidRPr="00E765A9">
        <w:rPr>
          <w:rFonts w:ascii="Corbel" w:hAnsi="Corbel"/>
          <w:szCs w:val="24"/>
        </w:rPr>
        <w:t xml:space="preserve"> , treści Programowe i stosowane metody Dydaktyczne</w:t>
      </w:r>
    </w:p>
    <w:p w14:paraId="674B9ACD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7E89EE" w14:textId="77777777" w:rsidR="00C428A2" w:rsidRPr="00E765A9" w:rsidRDefault="00C428A2" w:rsidP="009C54AE">
      <w:pPr>
        <w:pStyle w:val="Podpunkty"/>
        <w:rPr>
          <w:rFonts w:ascii="Corbel" w:hAnsi="Corbel"/>
          <w:sz w:val="24"/>
          <w:szCs w:val="24"/>
        </w:rPr>
      </w:pPr>
    </w:p>
    <w:p w14:paraId="437E5909" w14:textId="77777777" w:rsidR="0085747A" w:rsidRPr="00E765A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 xml:space="preserve">3.1 </w:t>
      </w:r>
      <w:r w:rsidR="00C05F44" w:rsidRPr="00E765A9">
        <w:rPr>
          <w:rFonts w:ascii="Corbel" w:hAnsi="Corbel"/>
          <w:sz w:val="24"/>
          <w:szCs w:val="24"/>
        </w:rPr>
        <w:t>Cele przedmiotu</w:t>
      </w:r>
    </w:p>
    <w:p w14:paraId="612A857C" w14:textId="77777777" w:rsidR="00F83B28" w:rsidRPr="00E765A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C5082" w:rsidRPr="00E765A9" w14:paraId="01FCCD0E" w14:textId="77777777" w:rsidTr="001C5082">
        <w:tc>
          <w:tcPr>
            <w:tcW w:w="845" w:type="dxa"/>
            <w:vAlign w:val="center"/>
          </w:tcPr>
          <w:p w14:paraId="374FD05F" w14:textId="77777777" w:rsidR="001C5082" w:rsidRPr="00E765A9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BF99CB0" w14:textId="77777777" w:rsidR="001C5082" w:rsidRPr="00E765A9" w:rsidRDefault="0028166F" w:rsidP="002816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>apoznanie studentów z problematyką biblioterapii i jej miejsca w działaniach zmierzających do podnoszenia poziomu zachowań dzieci z</w:t>
            </w:r>
            <w:r w:rsidR="00653011" w:rsidRPr="00E765A9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C5082" w:rsidRPr="00E765A9" w14:paraId="6A46E493" w14:textId="77777777" w:rsidTr="001C5082">
        <w:tc>
          <w:tcPr>
            <w:tcW w:w="845" w:type="dxa"/>
            <w:vAlign w:val="center"/>
          </w:tcPr>
          <w:p w14:paraId="5A533FA4" w14:textId="77777777" w:rsidR="001C5082" w:rsidRPr="00E765A9" w:rsidRDefault="001C5082" w:rsidP="001C50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C</w:t>
            </w:r>
            <w:r w:rsidRPr="00E765A9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46BD6134" w14:textId="77777777" w:rsidR="001C5082" w:rsidRPr="00E765A9" w:rsidRDefault="0028166F" w:rsidP="00B72B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Poznanie założeń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 xml:space="preserve"> ukierunkowanego czytelnictwa w postępowaniu biblioterapeutycznym jako środka dydaktyczno-wychowawczego.</w:t>
            </w:r>
          </w:p>
        </w:tc>
      </w:tr>
      <w:tr w:rsidR="001C5082" w:rsidRPr="00E765A9" w14:paraId="185EA3F6" w14:textId="77777777" w:rsidTr="001C5082">
        <w:tc>
          <w:tcPr>
            <w:tcW w:w="845" w:type="dxa"/>
            <w:vAlign w:val="center"/>
          </w:tcPr>
          <w:p w14:paraId="3CBBCFB1" w14:textId="77777777" w:rsidR="001C5082" w:rsidRPr="00E765A9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1B8F8C" w14:textId="77777777" w:rsidR="001C5082" w:rsidRPr="00E765A9" w:rsidRDefault="0028166F" w:rsidP="0028166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765A9">
              <w:rPr>
                <w:rFonts w:ascii="Corbel" w:hAnsi="Corbel"/>
                <w:b w:val="0"/>
                <w:sz w:val="24"/>
                <w:szCs w:val="24"/>
              </w:rPr>
              <w:t>Opracowanie</w:t>
            </w:r>
            <w:r w:rsidR="00784D50" w:rsidRPr="00E765A9">
              <w:rPr>
                <w:rFonts w:ascii="Corbel" w:hAnsi="Corbel"/>
                <w:b w:val="0"/>
                <w:sz w:val="24"/>
                <w:szCs w:val="24"/>
              </w:rPr>
              <w:t xml:space="preserve"> warsztat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84D50" w:rsidRPr="00E765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765A9">
              <w:rPr>
                <w:rFonts w:ascii="Corbel" w:hAnsi="Corbel"/>
                <w:b w:val="0"/>
                <w:sz w:val="24"/>
                <w:szCs w:val="24"/>
              </w:rPr>
              <w:t>biblioterapeutycznego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84D50" w:rsidRPr="00E765A9">
              <w:rPr>
                <w:rFonts w:ascii="Corbel" w:hAnsi="Corbel"/>
                <w:b w:val="0"/>
                <w:sz w:val="24"/>
                <w:szCs w:val="24"/>
              </w:rPr>
              <w:t>dla d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>zieci z</w:t>
            </w:r>
            <w:r w:rsidR="00653011" w:rsidRPr="00E765A9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="001C5082" w:rsidRPr="00E765A9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01C4CD64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6083191" w14:textId="77777777" w:rsidR="001D7B54" w:rsidRPr="00E765A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b/>
          <w:sz w:val="24"/>
          <w:szCs w:val="24"/>
        </w:rPr>
        <w:t xml:space="preserve">3.2 </w:t>
      </w:r>
      <w:r w:rsidR="001D7B54" w:rsidRPr="00E765A9">
        <w:rPr>
          <w:rFonts w:ascii="Corbel" w:hAnsi="Corbel"/>
          <w:b/>
          <w:sz w:val="24"/>
          <w:szCs w:val="24"/>
        </w:rPr>
        <w:t xml:space="preserve">Efekty </w:t>
      </w:r>
      <w:r w:rsidR="00C05F44" w:rsidRPr="00E765A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765A9">
        <w:rPr>
          <w:rFonts w:ascii="Corbel" w:hAnsi="Corbel"/>
          <w:b/>
          <w:sz w:val="24"/>
          <w:szCs w:val="24"/>
        </w:rPr>
        <w:t>dla przedmiotu</w:t>
      </w:r>
      <w:r w:rsidR="00445970" w:rsidRPr="00E765A9">
        <w:rPr>
          <w:rFonts w:ascii="Corbel" w:hAnsi="Corbel"/>
          <w:sz w:val="24"/>
          <w:szCs w:val="24"/>
        </w:rPr>
        <w:t xml:space="preserve"> </w:t>
      </w:r>
    </w:p>
    <w:p w14:paraId="33628961" w14:textId="77777777" w:rsidR="001D7B54" w:rsidRPr="00E765A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E765A9" w14:paraId="3625C605" w14:textId="77777777" w:rsidTr="0028166F">
        <w:tc>
          <w:tcPr>
            <w:tcW w:w="1447" w:type="dxa"/>
            <w:vAlign w:val="center"/>
          </w:tcPr>
          <w:p w14:paraId="663D28D3" w14:textId="77777777" w:rsidR="0085747A" w:rsidRPr="00E765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765A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765A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535417A5" w14:textId="77777777" w:rsidR="0085747A" w:rsidRPr="00E765A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C1BEB7B" w14:textId="77777777" w:rsidR="0085747A" w:rsidRPr="00E765A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765A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60BB" w:rsidRPr="00E765A9" w14:paraId="48EF6447" w14:textId="77777777" w:rsidTr="0028166F">
        <w:tc>
          <w:tcPr>
            <w:tcW w:w="1447" w:type="dxa"/>
          </w:tcPr>
          <w:p w14:paraId="622A7CB7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08" w:type="dxa"/>
          </w:tcPr>
          <w:p w14:paraId="12FF5C96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osób z</w:t>
            </w:r>
            <w:r w:rsidR="0065301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wynikające z niego nowe formy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pracy. </w:t>
            </w:r>
          </w:p>
        </w:tc>
        <w:tc>
          <w:tcPr>
            <w:tcW w:w="1865" w:type="dxa"/>
            <w:vAlign w:val="center"/>
          </w:tcPr>
          <w:p w14:paraId="698FB3BE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4760BB" w:rsidRPr="00E765A9" w14:paraId="74598769" w14:textId="77777777" w:rsidTr="0028166F">
        <w:tc>
          <w:tcPr>
            <w:tcW w:w="1447" w:type="dxa"/>
          </w:tcPr>
          <w:p w14:paraId="22E6D2FC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0C38C333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Student oceni s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ystem kształcenia specjalnego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w kontekście systemu kształcenia powszechnego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8A53119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4760BB" w:rsidRPr="00E765A9" w14:paraId="7089909B" w14:textId="77777777" w:rsidTr="0028166F">
        <w:tc>
          <w:tcPr>
            <w:tcW w:w="1447" w:type="dxa"/>
          </w:tcPr>
          <w:p w14:paraId="29ACC6C0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6451741D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kształcenia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dzieci,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uczniów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młodzieży z</w:t>
            </w:r>
            <w:r w:rsidR="0065301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 spektrum autyzmu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65301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integracyjnym i włączającym, </w:t>
            </w:r>
            <w:r w:rsidR="00F10DB2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w tym również współpracę z innym podmiotami odpowiedzialnymi za kształcenie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wymieni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indywidualizacji 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pracy z osobami starszymi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spektrum autyzmu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3E05780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4760BB" w:rsidRPr="00E765A9" w14:paraId="26B8577A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729B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9E85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rozpozna i </w:t>
            </w: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interpret</w:t>
            </w: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zjawiska społeczne,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których to istnieje potrzeba stosowania odziaływań wykorzystujących biblioterapię.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119C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4760BB" w:rsidRPr="00E765A9" w14:paraId="5DF27CD5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B9F1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0520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aktualne koncepcje psychologiczne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pedagogiczne w planowaniu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zajęć wykorzystujących biblioterapię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8DC4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4760BB" w:rsidRPr="00E765A9" w14:paraId="687EFBD0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CF0C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C6C3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na poziomie praktycznym zastosuje pozyskaną wiedzę z zakresu metodyki biblioterapii odpowiednio do je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dnostki i grupy jej odbiorców ze spektrum autyzmu</w:t>
            </w:r>
            <w:r w:rsidR="00B359C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2B03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4760BB" w:rsidRPr="00E765A9" w14:paraId="461E586F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3FCA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116F" w14:textId="77777777" w:rsidR="004760BB" w:rsidRPr="00E765A9" w:rsidRDefault="00A665A8" w:rsidP="00486C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Student przeprowadzi symulację zajęć w oparciu </w:t>
            </w:r>
            <w:r w:rsidR="00163349" w:rsidRPr="00E765A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>o warsztat biblioterapeutyczny</w:t>
            </w:r>
            <w:r w:rsidRPr="00E765A9">
              <w:rPr>
                <w:rFonts w:ascii="Corbel" w:hAnsi="Corbel"/>
                <w:bCs/>
                <w:szCs w:val="24"/>
              </w:rPr>
              <w:t xml:space="preserve">,  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zindywidualizuje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zadania, dostos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metody i treści do potrzeb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rozwojowych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wiekowych jej uczestników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9C20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4760BB" w:rsidRPr="00E765A9" w14:paraId="0CA9EF3F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67E1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D623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zauważy potrzebę wdrażania programów biblioterapeutycznych w kontekst społecznego działania jednostek </w:t>
            </w:r>
            <w:r w:rsidR="00BA2D76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EDC8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4760BB" w:rsidRPr="00E765A9" w14:paraId="379A9AC7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F257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E51E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uniwersal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ne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zasad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norm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etyczn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wykorzystywane w pracy z jednostkami 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wypowie się na temat ich zasadności.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B74C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4760BB" w:rsidRPr="00E765A9" w14:paraId="14EE0377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98AA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7978" w14:textId="77777777" w:rsidR="004760BB" w:rsidRPr="00E765A9" w:rsidRDefault="00B64268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uzasadni potrzebę budowania pozytywnej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i kreatywnej relacji pomiędzy osobą prowadzącą warsztat biblioterapeutyczny a jego uczestnikami</w:t>
            </w:r>
            <w:r w:rsidR="001F4C1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9D8E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  <w:tr w:rsidR="004760BB" w:rsidRPr="00E765A9" w14:paraId="487D7BBD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BAE9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257A" w14:textId="77777777" w:rsidR="004760BB" w:rsidRPr="00E765A9" w:rsidRDefault="00714E1C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wypowie się na temat specyfiki środowiska </w:t>
            </w:r>
            <w:r w:rsidR="004760BB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lokalnego i regionalnego 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zapotrzebowania na zajęcia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 biblioterapii z udziałem dzieci, uczniów i osób starszych</w:t>
            </w:r>
            <w:r w:rsidR="001F4C1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4C15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B94C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4760BB" w:rsidRPr="00E765A9" w14:paraId="4D935557" w14:textId="77777777" w:rsidTr="0028166F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E76A" w14:textId="77777777" w:rsidR="004760BB" w:rsidRPr="00E765A9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9A9B" w14:textId="77777777" w:rsidR="004760BB" w:rsidRPr="00E765A9" w:rsidRDefault="00714E1C" w:rsidP="00E8093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8D6491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oceni przygotowany przez siebie w</w:t>
            </w:r>
            <w:r w:rsidR="00486C93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arsztat biblioterapeutyczny z </w:t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możliwością implikowania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środowisku przedszkolnym, szkolnym oraz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placówkach w których przebywają jednostki starsze </w:t>
            </w:r>
            <w:r w:rsidR="00163349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E80938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e spektrum autyzmu</w:t>
            </w:r>
            <w:r w:rsidR="0088380A"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28FE" w14:textId="77777777" w:rsidR="004760BB" w:rsidRPr="00E765A9" w:rsidRDefault="004760BB" w:rsidP="002816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283DC5DF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DCB8A0" w14:textId="77777777" w:rsidR="0085747A" w:rsidRPr="00E765A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765A9">
        <w:rPr>
          <w:rFonts w:ascii="Corbel" w:hAnsi="Corbel"/>
          <w:b/>
          <w:sz w:val="24"/>
          <w:szCs w:val="24"/>
        </w:rPr>
        <w:t>3.3</w:t>
      </w:r>
      <w:r w:rsidR="001D7B54" w:rsidRPr="00E765A9">
        <w:rPr>
          <w:rFonts w:ascii="Corbel" w:hAnsi="Corbel"/>
          <w:b/>
          <w:sz w:val="24"/>
          <w:szCs w:val="24"/>
        </w:rPr>
        <w:t xml:space="preserve"> </w:t>
      </w:r>
      <w:r w:rsidR="0085747A" w:rsidRPr="00E765A9">
        <w:rPr>
          <w:rFonts w:ascii="Corbel" w:hAnsi="Corbel"/>
          <w:b/>
          <w:sz w:val="24"/>
          <w:szCs w:val="24"/>
        </w:rPr>
        <w:t>T</w:t>
      </w:r>
      <w:r w:rsidR="001D7B54" w:rsidRPr="00E765A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765A9">
        <w:rPr>
          <w:rFonts w:ascii="Corbel" w:hAnsi="Corbel"/>
          <w:sz w:val="24"/>
          <w:szCs w:val="24"/>
        </w:rPr>
        <w:t xml:space="preserve">  </w:t>
      </w:r>
    </w:p>
    <w:p w14:paraId="02A3D04F" w14:textId="77777777" w:rsidR="00675843" w:rsidRPr="00E765A9" w:rsidRDefault="0085747A" w:rsidP="00C428A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 xml:space="preserve">Problematyka wykładu </w:t>
      </w:r>
      <w:r w:rsidR="00C428A2" w:rsidRPr="00E765A9">
        <w:rPr>
          <w:rFonts w:ascii="Corbel" w:hAnsi="Corbel"/>
          <w:sz w:val="24"/>
          <w:szCs w:val="24"/>
        </w:rPr>
        <w:t xml:space="preserve">- </w:t>
      </w:r>
      <w:r w:rsidR="0005068A" w:rsidRPr="00E765A9">
        <w:rPr>
          <w:rFonts w:ascii="Corbel" w:hAnsi="Corbel"/>
          <w:sz w:val="24"/>
          <w:szCs w:val="24"/>
        </w:rPr>
        <w:t>nie dotyczy</w:t>
      </w:r>
    </w:p>
    <w:p w14:paraId="617B15AD" w14:textId="77777777" w:rsidR="0085747A" w:rsidRPr="00E765A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B89C8" w14:textId="77777777" w:rsidR="0085747A" w:rsidRPr="00E765A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765A9">
        <w:rPr>
          <w:rFonts w:ascii="Corbel" w:hAnsi="Corbel"/>
          <w:sz w:val="24"/>
          <w:szCs w:val="24"/>
        </w:rPr>
        <w:t>Problematyka</w:t>
      </w:r>
      <w:r w:rsidR="0028166F" w:rsidRPr="00E765A9">
        <w:rPr>
          <w:rFonts w:ascii="Corbel" w:hAnsi="Corbel"/>
          <w:sz w:val="24"/>
          <w:szCs w:val="24"/>
        </w:rPr>
        <w:t xml:space="preserve"> zajęć warsztatowych</w:t>
      </w:r>
      <w:r w:rsidR="009F4610" w:rsidRPr="00E765A9">
        <w:rPr>
          <w:rFonts w:ascii="Corbel" w:hAnsi="Corbel"/>
          <w:sz w:val="24"/>
          <w:szCs w:val="24"/>
        </w:rPr>
        <w:t xml:space="preserve"> </w:t>
      </w:r>
    </w:p>
    <w:p w14:paraId="51E198C5" w14:textId="77777777" w:rsidR="0085747A" w:rsidRPr="00E765A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5A9" w14:paraId="023B4ABC" w14:textId="77777777" w:rsidTr="004760BB">
        <w:tc>
          <w:tcPr>
            <w:tcW w:w="9520" w:type="dxa"/>
          </w:tcPr>
          <w:p w14:paraId="56AE929C" w14:textId="77777777" w:rsidR="0085747A" w:rsidRPr="00E765A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60BB" w:rsidRPr="00E765A9" w14:paraId="458363A8" w14:textId="77777777" w:rsidTr="004760BB">
        <w:tc>
          <w:tcPr>
            <w:tcW w:w="9520" w:type="dxa"/>
          </w:tcPr>
          <w:p w14:paraId="37AEBC87" w14:textId="77777777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Biblioterapia - ujęcie terminologiczne. </w:t>
            </w:r>
          </w:p>
        </w:tc>
      </w:tr>
      <w:tr w:rsidR="004760BB" w:rsidRPr="00E765A9" w14:paraId="0EC03E93" w14:textId="77777777" w:rsidTr="004760BB">
        <w:tc>
          <w:tcPr>
            <w:tcW w:w="9520" w:type="dxa"/>
          </w:tcPr>
          <w:p w14:paraId="5C9301FD" w14:textId="77777777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Czytelnictwo i biblioterapia. </w:t>
            </w:r>
          </w:p>
        </w:tc>
      </w:tr>
      <w:tr w:rsidR="004760BB" w:rsidRPr="00E765A9" w14:paraId="6394A41B" w14:textId="77777777" w:rsidTr="004760BB">
        <w:tc>
          <w:tcPr>
            <w:tcW w:w="9520" w:type="dxa"/>
          </w:tcPr>
          <w:p w14:paraId="002D43F4" w14:textId="77777777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Przegląd form biblioterapii w pracy w </w:t>
            </w:r>
            <w:r w:rsidR="004752D4" w:rsidRPr="00E765A9">
              <w:rPr>
                <w:rFonts w:ascii="Corbel" w:hAnsi="Corbel"/>
                <w:sz w:val="24"/>
                <w:szCs w:val="24"/>
              </w:rPr>
              <w:t>zależności od grupy i specyfiki funkcjonowania jej odbiorców.</w:t>
            </w:r>
          </w:p>
        </w:tc>
      </w:tr>
      <w:tr w:rsidR="004760BB" w:rsidRPr="00E765A9" w14:paraId="3E6B2EB2" w14:textId="77777777" w:rsidTr="004752D4">
        <w:trPr>
          <w:trHeight w:val="540"/>
        </w:trPr>
        <w:tc>
          <w:tcPr>
            <w:tcW w:w="9520" w:type="dxa"/>
          </w:tcPr>
          <w:p w14:paraId="5868900D" w14:textId="77777777" w:rsidR="004760BB" w:rsidRPr="00E765A9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Model biblioterapeutyczny </w:t>
            </w:r>
            <w:r w:rsidR="00FE163F" w:rsidRPr="00E765A9">
              <w:rPr>
                <w:rFonts w:ascii="Corbel" w:hAnsi="Corbel"/>
                <w:sz w:val="24"/>
                <w:szCs w:val="24"/>
              </w:rPr>
              <w:t>-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podstawy konstruowania warsztatu wykorzystującego biblioterapię.</w:t>
            </w:r>
            <w:r w:rsidR="002373E5" w:rsidRPr="00E765A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752D4" w:rsidRPr="00E765A9" w14:paraId="4A04637A" w14:textId="77777777" w:rsidTr="004752D4">
        <w:trPr>
          <w:trHeight w:val="630"/>
        </w:trPr>
        <w:tc>
          <w:tcPr>
            <w:tcW w:w="9520" w:type="dxa"/>
            <w:tcBorders>
              <w:bottom w:val="single" w:sz="4" w:space="0" w:color="auto"/>
            </w:tcBorders>
          </w:tcPr>
          <w:p w14:paraId="30EB32B0" w14:textId="77777777" w:rsidR="004752D4" w:rsidRPr="00E765A9" w:rsidRDefault="004752D4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Poziomy biblioterapeutyczne: cele, dobór materiałów, warunki czytania, dobór uczestników, biblioterapeuta, metodyka biblioterapii. </w:t>
            </w:r>
          </w:p>
        </w:tc>
      </w:tr>
      <w:tr w:rsidR="004752D4" w:rsidRPr="00E765A9" w14:paraId="4C50278F" w14:textId="77777777" w:rsidTr="00FE163F">
        <w:trPr>
          <w:trHeight w:val="5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1B7C" w14:textId="77777777" w:rsidR="002373E5" w:rsidRPr="00E765A9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Bajki w procesie dydaktyczno-wychowawczym (na </w:t>
            </w:r>
            <w:r w:rsidR="007F5ED0" w:rsidRPr="00E765A9">
              <w:rPr>
                <w:rFonts w:ascii="Corbel" w:hAnsi="Corbel"/>
                <w:sz w:val="24"/>
                <w:szCs w:val="24"/>
              </w:rPr>
              <w:t xml:space="preserve">I, </w:t>
            </w:r>
            <w:r w:rsidRPr="00E765A9">
              <w:rPr>
                <w:rFonts w:ascii="Corbel" w:hAnsi="Corbel"/>
                <w:sz w:val="24"/>
                <w:szCs w:val="24"/>
              </w:rPr>
              <w:t>II i III etapie edukacyjnym)</w:t>
            </w:r>
            <w:r w:rsidR="005344DD" w:rsidRPr="00E76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F10DB2" w:rsidRPr="00E765A9">
              <w:rPr>
                <w:rFonts w:ascii="Corbel" w:hAnsi="Corbel"/>
                <w:sz w:val="24"/>
                <w:szCs w:val="24"/>
              </w:rPr>
              <w:t>-</w:t>
            </w:r>
            <w:r w:rsidR="005344DD" w:rsidRPr="00E765A9">
              <w:rPr>
                <w:rFonts w:ascii="Corbel" w:hAnsi="Corbel"/>
                <w:sz w:val="24"/>
                <w:szCs w:val="24"/>
              </w:rPr>
              <w:t xml:space="preserve"> zasady i reguły. </w:t>
            </w:r>
          </w:p>
        </w:tc>
      </w:tr>
      <w:tr w:rsidR="00FE163F" w:rsidRPr="00E765A9" w14:paraId="3BEB77B0" w14:textId="77777777" w:rsidTr="004752D4">
        <w:trPr>
          <w:trHeight w:val="29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65AD" w14:textId="77777777" w:rsidR="00FE163F" w:rsidRPr="00E765A9" w:rsidRDefault="00FE163F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Cele, treści i środki dydaktyczne, metody oraz formy organizacyjne zajęć.</w:t>
            </w:r>
          </w:p>
        </w:tc>
      </w:tr>
      <w:tr w:rsidR="005344DD" w:rsidRPr="00E765A9" w14:paraId="7562760F" w14:textId="77777777" w:rsidTr="00FE163F">
        <w:trPr>
          <w:trHeight w:val="3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C9C" w14:textId="77777777" w:rsidR="005344DD" w:rsidRPr="00E765A9" w:rsidRDefault="005344DD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Opowieści społeczne i </w:t>
            </w: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multisensoryczne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opowiadania  w pracy rewalidacyjno-wychowawczej.</w:t>
            </w:r>
          </w:p>
        </w:tc>
      </w:tr>
      <w:tr w:rsidR="004752D4" w:rsidRPr="00E765A9" w14:paraId="16B8D563" w14:textId="77777777" w:rsidTr="004752D4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1209" w14:textId="7963E5F6" w:rsidR="004752D4" w:rsidRPr="00E765A9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Strategie i modele biblioterapeutyczne</w:t>
            </w:r>
            <w:r w:rsidR="005344DD" w:rsidRPr="00E765A9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organizacja zajęć w różnych formach edukacji uczniów z </w:t>
            </w:r>
            <w:r w:rsidR="00042511">
              <w:rPr>
                <w:rFonts w:ascii="Corbel" w:hAnsi="Corbel"/>
                <w:sz w:val="24"/>
                <w:szCs w:val="24"/>
              </w:rPr>
              <w:t>zaburzeniami ze spektrum autyzmu.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A34FA" w:rsidRPr="00E765A9" w14:paraId="4580B86F" w14:textId="77777777" w:rsidTr="00FE163F">
        <w:trPr>
          <w:trHeight w:val="34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02F1" w14:textId="77777777" w:rsidR="00CA34FA" w:rsidRPr="00E765A9" w:rsidRDefault="00CA34FA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Biblioterapia </w:t>
            </w: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reminescencyjna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752D4" w:rsidRPr="00E765A9" w14:paraId="364D8A1D" w14:textId="77777777" w:rsidTr="00FE163F">
        <w:trPr>
          <w:trHeight w:val="276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4ED7" w14:textId="77777777" w:rsidR="004752D4" w:rsidRPr="00E765A9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Symulacja zajęć</w:t>
            </w:r>
            <w:r w:rsidR="00674247" w:rsidRPr="00E765A9">
              <w:rPr>
                <w:rFonts w:ascii="Corbel" w:hAnsi="Corbel"/>
                <w:sz w:val="24"/>
                <w:szCs w:val="24"/>
              </w:rPr>
              <w:t>. Przedstawienie wybranych modeli biblioterapeutycznych.</w:t>
            </w:r>
          </w:p>
        </w:tc>
      </w:tr>
    </w:tbl>
    <w:p w14:paraId="57B845B0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651E5" w14:textId="77777777" w:rsidR="0085747A" w:rsidRPr="00E765A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>3.4 Metody dydaktyczne</w:t>
      </w:r>
      <w:r w:rsidRPr="00E765A9">
        <w:rPr>
          <w:rFonts w:ascii="Corbel" w:hAnsi="Corbel"/>
          <w:b w:val="0"/>
          <w:smallCaps w:val="0"/>
          <w:szCs w:val="24"/>
        </w:rPr>
        <w:t xml:space="preserve"> </w:t>
      </w:r>
    </w:p>
    <w:p w14:paraId="319099AE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479BC" w14:textId="77777777" w:rsidR="00E960BB" w:rsidRPr="00E765A9" w:rsidRDefault="0028166F" w:rsidP="000630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E765A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765A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765A9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765A9">
        <w:rPr>
          <w:rFonts w:ascii="Corbel" w:hAnsi="Corbel"/>
          <w:b w:val="0"/>
          <w:smallCaps w:val="0"/>
          <w:szCs w:val="24"/>
        </w:rPr>
        <w:t>praca w </w:t>
      </w:r>
      <w:r w:rsidR="0085747A" w:rsidRPr="00E765A9">
        <w:rPr>
          <w:rFonts w:ascii="Corbel" w:hAnsi="Corbel"/>
          <w:b w:val="0"/>
          <w:smallCaps w:val="0"/>
          <w:szCs w:val="24"/>
        </w:rPr>
        <w:t>grupach</w:t>
      </w:r>
      <w:r w:rsidR="0071620A" w:rsidRPr="00E765A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765A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765A9">
        <w:rPr>
          <w:rFonts w:ascii="Corbel" w:hAnsi="Corbel"/>
          <w:b w:val="0"/>
          <w:smallCaps w:val="0"/>
          <w:szCs w:val="24"/>
        </w:rPr>
        <w:t>,</w:t>
      </w:r>
      <w:r w:rsidR="0085747A" w:rsidRPr="00E765A9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E765A9">
        <w:rPr>
          <w:rFonts w:ascii="Corbel" w:hAnsi="Corbel"/>
          <w:b w:val="0"/>
          <w:smallCaps w:val="0"/>
          <w:szCs w:val="24"/>
        </w:rPr>
        <w:t>),</w:t>
      </w:r>
      <w:r w:rsidR="001718A7" w:rsidRPr="00E765A9">
        <w:rPr>
          <w:rFonts w:ascii="Corbel" w:hAnsi="Corbel"/>
          <w:b w:val="0"/>
          <w:smallCaps w:val="0"/>
          <w:szCs w:val="24"/>
        </w:rPr>
        <w:t xml:space="preserve">gry dydaktyczne, </w:t>
      </w:r>
      <w:r w:rsidR="004760BB" w:rsidRPr="00E765A9">
        <w:rPr>
          <w:rFonts w:ascii="Corbel" w:hAnsi="Corbel"/>
          <w:b w:val="0"/>
          <w:smallCaps w:val="0"/>
          <w:szCs w:val="24"/>
        </w:rPr>
        <w:t xml:space="preserve">symulacja </w:t>
      </w:r>
      <w:r w:rsidR="00063015" w:rsidRPr="00E765A9">
        <w:rPr>
          <w:rFonts w:ascii="Corbel" w:hAnsi="Corbel"/>
          <w:b w:val="0"/>
          <w:smallCaps w:val="0"/>
          <w:szCs w:val="24"/>
        </w:rPr>
        <w:t>zajęć</w:t>
      </w:r>
      <w:r w:rsidR="00674247" w:rsidRPr="00E765A9">
        <w:rPr>
          <w:rFonts w:ascii="Corbel" w:hAnsi="Corbel"/>
          <w:b w:val="0"/>
          <w:smallCaps w:val="0"/>
          <w:szCs w:val="24"/>
        </w:rPr>
        <w:t>, praca projektowa.</w:t>
      </w:r>
    </w:p>
    <w:p w14:paraId="109EECC1" w14:textId="77777777" w:rsidR="00E960BB" w:rsidRPr="00E765A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D5838" w14:textId="77777777" w:rsidR="0085747A" w:rsidRPr="00E765A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4. </w:t>
      </w:r>
      <w:r w:rsidR="0085747A" w:rsidRPr="00E765A9">
        <w:rPr>
          <w:rFonts w:ascii="Corbel" w:hAnsi="Corbel"/>
          <w:smallCaps w:val="0"/>
          <w:szCs w:val="24"/>
        </w:rPr>
        <w:t>METODY I KRYTERIA OCENY</w:t>
      </w:r>
      <w:r w:rsidR="009F4610" w:rsidRPr="00E765A9">
        <w:rPr>
          <w:rFonts w:ascii="Corbel" w:hAnsi="Corbel"/>
          <w:smallCaps w:val="0"/>
          <w:szCs w:val="24"/>
        </w:rPr>
        <w:t xml:space="preserve"> </w:t>
      </w:r>
    </w:p>
    <w:p w14:paraId="1B5E2759" w14:textId="77777777" w:rsidR="00923D7D" w:rsidRPr="00E765A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18545B" w14:textId="77777777" w:rsidR="0085747A" w:rsidRPr="00E765A9" w:rsidRDefault="0085747A" w:rsidP="00C428A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765A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815"/>
        <w:gridCol w:w="2117"/>
      </w:tblGrid>
      <w:tr w:rsidR="0085747A" w:rsidRPr="00E765A9" w14:paraId="425C01E4" w14:textId="77777777" w:rsidTr="002B5A10">
        <w:tc>
          <w:tcPr>
            <w:tcW w:w="1588" w:type="dxa"/>
            <w:vAlign w:val="center"/>
          </w:tcPr>
          <w:p w14:paraId="6E68E46C" w14:textId="77777777" w:rsidR="0085747A" w:rsidRPr="00E765A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5" w:type="dxa"/>
            <w:vAlign w:val="center"/>
          </w:tcPr>
          <w:p w14:paraId="490FFA5F" w14:textId="77777777" w:rsidR="0085747A" w:rsidRPr="00E765A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04E129" w14:textId="77777777" w:rsidR="0085747A" w:rsidRPr="00E765A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3EA2C9" w14:textId="77777777" w:rsidR="00923D7D" w:rsidRPr="00E765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F7B809" w14:textId="77777777" w:rsidR="0085747A" w:rsidRPr="00E765A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65A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65A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21C2" w:rsidRPr="00E765A9" w14:paraId="382A2A2C" w14:textId="77777777" w:rsidTr="002B5A10">
        <w:tc>
          <w:tcPr>
            <w:tcW w:w="1588" w:type="dxa"/>
          </w:tcPr>
          <w:p w14:paraId="5EC172C0" w14:textId="77777777" w:rsidR="00B321C2" w:rsidRPr="00E765A9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5" w:type="dxa"/>
          </w:tcPr>
          <w:p w14:paraId="3E5C114F" w14:textId="77777777" w:rsidR="00B321C2" w:rsidRPr="00E765A9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praca w grupach, </w:t>
            </w:r>
            <w:r w:rsidR="00674247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wypowiedź studenta, </w:t>
            </w:r>
            <w:r w:rsidR="0088380A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dyskusja, </w:t>
            </w:r>
            <w:r w:rsidRPr="00E765A9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D10CA34" w14:textId="77777777" w:rsidR="00670255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5F66F7E6" w14:textId="77777777" w:rsidTr="002B5A10">
        <w:tc>
          <w:tcPr>
            <w:tcW w:w="1588" w:type="dxa"/>
          </w:tcPr>
          <w:p w14:paraId="44A0A86F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5" w:type="dxa"/>
          </w:tcPr>
          <w:p w14:paraId="626A8AFB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vAlign w:val="center"/>
          </w:tcPr>
          <w:p w14:paraId="2C62A52A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35CE5E67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22E0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A991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F05F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43F8019F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72DA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0270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7C72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37E71821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134B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F89E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8D1B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386FED32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833B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2EB8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4333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1905D9C9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FB2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02E9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76EB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1B7AB841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A148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EF8B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7DA9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2BE55B69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52D4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65A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65A9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7837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B0B9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B5A10" w:rsidRPr="00E765A9" w14:paraId="2391154C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9973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7D22" w14:textId="77777777" w:rsidR="002B5A10" w:rsidRPr="00E765A9" w:rsidRDefault="002B5A10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6F92" w14:textId="77777777" w:rsidR="002B5A10" w:rsidRPr="00E765A9" w:rsidRDefault="002B5A10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B6C45" w:rsidRPr="00E765A9" w14:paraId="6FE9F9F0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78FD" w14:textId="364E2966" w:rsidR="009B6C45" w:rsidRPr="00E765A9" w:rsidRDefault="009B6C45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69D7" w14:textId="1A5A3A19" w:rsidR="009B6C45" w:rsidRPr="00E765A9" w:rsidRDefault="009B6C45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0E2F" w14:textId="77C7B00E" w:rsidR="009B6C45" w:rsidRPr="00E765A9" w:rsidRDefault="009B6C45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B6C45" w:rsidRPr="00E765A9" w14:paraId="2ACE2AC0" w14:textId="77777777" w:rsidTr="002B5A10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A7B3" w14:textId="41E1B050" w:rsidR="009B6C45" w:rsidRPr="00E765A9" w:rsidRDefault="009B6C45" w:rsidP="002B5A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6BF3" w14:textId="0B206AEC" w:rsidR="009B6C45" w:rsidRPr="00E765A9" w:rsidRDefault="009B6C45" w:rsidP="002B5A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0EBC" w14:textId="75B290CF" w:rsidR="009B6C45" w:rsidRPr="00E765A9" w:rsidRDefault="009B6C45" w:rsidP="002B5A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65A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FEAD59C" w14:textId="77777777" w:rsidR="00923D7D" w:rsidRPr="00E765A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182B6" w14:textId="77777777" w:rsidR="0085747A" w:rsidRPr="00E765A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4.2 </w:t>
      </w:r>
      <w:r w:rsidR="0085747A" w:rsidRPr="00E765A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765A9">
        <w:rPr>
          <w:rFonts w:ascii="Corbel" w:hAnsi="Corbel"/>
          <w:smallCaps w:val="0"/>
          <w:szCs w:val="24"/>
        </w:rPr>
        <w:t xml:space="preserve"> </w:t>
      </w:r>
    </w:p>
    <w:p w14:paraId="1DD04D12" w14:textId="77777777" w:rsidR="00923D7D" w:rsidRPr="00E765A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765A9" w14:paraId="1B2F8283" w14:textId="77777777" w:rsidTr="00923D7D">
        <w:tc>
          <w:tcPr>
            <w:tcW w:w="9670" w:type="dxa"/>
          </w:tcPr>
          <w:p w14:paraId="5B2973EB" w14:textId="77777777" w:rsidR="00674247" w:rsidRPr="00E765A9" w:rsidRDefault="00674247" w:rsidP="006742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- aktywne uczestnictwo w zajęciach - p</w:t>
            </w:r>
            <w:r w:rsidRPr="00E765A9">
              <w:rPr>
                <w:rFonts w:ascii="Corbel" w:hAnsi="Corbel"/>
                <w:b w:val="0"/>
                <w:bCs/>
                <w:smallCaps w:val="0"/>
                <w:szCs w:val="24"/>
              </w:rPr>
              <w:t>raca w grupach - symulacja zajęć - dyskusja.</w:t>
            </w:r>
          </w:p>
          <w:p w14:paraId="6050EA0B" w14:textId="2CFCE1A1" w:rsidR="0085747A" w:rsidRPr="00E765A9" w:rsidRDefault="00674247" w:rsidP="008B4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- przygotowanie pracy projektowej </w:t>
            </w:r>
            <w:r w:rsidR="00A665A8"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(opracowanie warsztatu zajęć z biblioterapii, uwzględniając specyfikę funkcjonowania osób z </w:t>
            </w:r>
            <w:r w:rsidR="00421AD6">
              <w:rPr>
                <w:rFonts w:ascii="Corbel" w:hAnsi="Corbel"/>
                <w:b w:val="0"/>
                <w:smallCaps w:val="0"/>
                <w:szCs w:val="24"/>
              </w:rPr>
              <w:t>zaburzeniami ze spektrum autyzmu).</w:t>
            </w:r>
          </w:p>
        </w:tc>
      </w:tr>
    </w:tbl>
    <w:p w14:paraId="08AE9F41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034EA" w14:textId="77777777" w:rsidR="009F4610" w:rsidRPr="00E765A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765A9">
        <w:rPr>
          <w:rFonts w:ascii="Corbel" w:hAnsi="Corbel"/>
          <w:b/>
          <w:sz w:val="24"/>
          <w:szCs w:val="24"/>
        </w:rPr>
        <w:t xml:space="preserve">5. </w:t>
      </w:r>
      <w:r w:rsidR="00C61DC5" w:rsidRPr="00E765A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9AC69B" w14:textId="77777777" w:rsidR="0085747A" w:rsidRPr="00E765A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E765A9" w14:paraId="3CDD5789" w14:textId="77777777" w:rsidTr="002B5A10">
        <w:tc>
          <w:tcPr>
            <w:tcW w:w="5416" w:type="dxa"/>
            <w:vAlign w:val="center"/>
          </w:tcPr>
          <w:p w14:paraId="60C1FABA" w14:textId="77777777" w:rsidR="0085747A" w:rsidRPr="00E765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765A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765A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0CBCAA49" w14:textId="77777777" w:rsidR="0085747A" w:rsidRPr="00E765A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765A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765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765A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765A9" w14:paraId="06D3FA73" w14:textId="77777777" w:rsidTr="002B5A10">
        <w:tc>
          <w:tcPr>
            <w:tcW w:w="5416" w:type="dxa"/>
          </w:tcPr>
          <w:p w14:paraId="1273F246" w14:textId="30815DD7" w:rsidR="0085747A" w:rsidRPr="00E765A9" w:rsidRDefault="00C61DC5" w:rsidP="00FC45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G</w:t>
            </w:r>
            <w:r w:rsidR="0085747A" w:rsidRPr="00E765A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765A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765A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765A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05221032" w14:textId="26CFAD02" w:rsidR="0085747A" w:rsidRPr="00E765A9" w:rsidRDefault="004009C8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765A9" w14:paraId="6A41DE2A" w14:textId="77777777" w:rsidTr="002B5A10">
        <w:tc>
          <w:tcPr>
            <w:tcW w:w="5416" w:type="dxa"/>
          </w:tcPr>
          <w:p w14:paraId="0D3BCEAB" w14:textId="77777777" w:rsidR="00C61DC5" w:rsidRPr="00E765A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765A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743523" w14:textId="77777777" w:rsidR="00C61DC5" w:rsidRPr="00E765A9" w:rsidRDefault="002B5A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104" w:type="dxa"/>
          </w:tcPr>
          <w:p w14:paraId="67275056" w14:textId="79556722" w:rsidR="00C61DC5" w:rsidRPr="00E765A9" w:rsidRDefault="006A4915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E765A9" w14:paraId="65F2DFEB" w14:textId="77777777" w:rsidTr="002B5A10">
        <w:tc>
          <w:tcPr>
            <w:tcW w:w="5416" w:type="dxa"/>
          </w:tcPr>
          <w:p w14:paraId="7BF4D2D0" w14:textId="015E7FE0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0706">
              <w:rPr>
                <w:rFonts w:ascii="Corbel" w:hAnsi="Corbel"/>
                <w:sz w:val="24"/>
                <w:szCs w:val="24"/>
              </w:rPr>
              <w:t>:</w:t>
            </w:r>
          </w:p>
          <w:p w14:paraId="6E2EDFB6" w14:textId="77777777" w:rsidR="00FB0706" w:rsidRPr="00E765A9" w:rsidRDefault="00FB07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E6CF28" w14:textId="4C375F0D" w:rsidR="00FB0706" w:rsidRDefault="00C61DC5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BE34116" w14:textId="0D41819A" w:rsidR="00FB0706" w:rsidRDefault="00B321C2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lastRenderedPageBreak/>
              <w:t>studiowanie literatury</w:t>
            </w:r>
          </w:p>
          <w:p w14:paraId="7A48626E" w14:textId="27A624EC" w:rsidR="00C61DC5" w:rsidRPr="00E765A9" w:rsidRDefault="00B321C2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0C0C2A" w:rsidRPr="00E765A9">
              <w:rPr>
                <w:rFonts w:ascii="Corbel" w:hAnsi="Corbel"/>
                <w:sz w:val="24"/>
                <w:szCs w:val="24"/>
              </w:rPr>
              <w:t>projektowej</w:t>
            </w:r>
          </w:p>
        </w:tc>
        <w:tc>
          <w:tcPr>
            <w:tcW w:w="4104" w:type="dxa"/>
          </w:tcPr>
          <w:p w14:paraId="100EBF2F" w14:textId="77777777" w:rsidR="00C61DC5" w:rsidRDefault="00C61DC5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3E22B4" w14:textId="77777777" w:rsidR="00FB0706" w:rsidRDefault="00FB0706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C838FF" w14:textId="77777777" w:rsidR="00FB0706" w:rsidRDefault="00FB0706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CF9E02E" w14:textId="25DD5349" w:rsidR="00FB0706" w:rsidRDefault="006A6737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  <w:r w:rsidR="004009C8">
              <w:rPr>
                <w:rFonts w:ascii="Corbel" w:hAnsi="Corbel"/>
                <w:sz w:val="24"/>
                <w:szCs w:val="24"/>
              </w:rPr>
              <w:t>6</w:t>
            </w:r>
          </w:p>
          <w:p w14:paraId="45F51351" w14:textId="068941F6" w:rsidR="00FB0706" w:rsidRPr="00E765A9" w:rsidRDefault="006A6737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070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765A9" w14:paraId="2B02A52B" w14:textId="77777777" w:rsidTr="002B5A10">
        <w:tc>
          <w:tcPr>
            <w:tcW w:w="5416" w:type="dxa"/>
          </w:tcPr>
          <w:p w14:paraId="31851DE1" w14:textId="77777777" w:rsidR="0085747A" w:rsidRPr="00E765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104" w:type="dxa"/>
          </w:tcPr>
          <w:p w14:paraId="5AD7FC9B" w14:textId="77777777" w:rsidR="0085747A" w:rsidRPr="00E765A9" w:rsidRDefault="002B5A10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765A9" w14:paraId="5EA309ED" w14:textId="77777777" w:rsidTr="002B5A10">
        <w:tc>
          <w:tcPr>
            <w:tcW w:w="5416" w:type="dxa"/>
          </w:tcPr>
          <w:p w14:paraId="1F873AD0" w14:textId="77777777" w:rsidR="0085747A" w:rsidRPr="00E765A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21E80F63" w14:textId="77777777" w:rsidR="0085747A" w:rsidRPr="00E765A9" w:rsidRDefault="00B321C2" w:rsidP="002B5A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765A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FC0B572" w14:textId="77777777" w:rsidR="0085747A" w:rsidRPr="00E765A9" w:rsidRDefault="00923D7D" w:rsidP="00C428A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765A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765A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FDA2EB" w14:textId="77777777" w:rsidR="003E1941" w:rsidRPr="00E765A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5FD64E" w14:textId="77777777" w:rsidR="0085747A" w:rsidRPr="00E765A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6. </w:t>
      </w:r>
      <w:r w:rsidR="0085747A" w:rsidRPr="00E765A9">
        <w:rPr>
          <w:rFonts w:ascii="Corbel" w:hAnsi="Corbel"/>
          <w:smallCaps w:val="0"/>
          <w:szCs w:val="24"/>
        </w:rPr>
        <w:t>PRAKTYKI ZAWO</w:t>
      </w:r>
      <w:r w:rsidR="009D3F3B" w:rsidRPr="00E765A9">
        <w:rPr>
          <w:rFonts w:ascii="Corbel" w:hAnsi="Corbel"/>
          <w:smallCaps w:val="0"/>
          <w:szCs w:val="24"/>
        </w:rPr>
        <w:t>DOWE W RAMACH PRZEDMIOTU</w:t>
      </w:r>
    </w:p>
    <w:p w14:paraId="7EAD4C5E" w14:textId="77777777" w:rsidR="0085747A" w:rsidRPr="00E765A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E765A9" w14:paraId="01C11794" w14:textId="77777777" w:rsidTr="002B5A10">
        <w:trPr>
          <w:trHeight w:val="397"/>
        </w:trPr>
        <w:tc>
          <w:tcPr>
            <w:tcW w:w="4082" w:type="dxa"/>
          </w:tcPr>
          <w:p w14:paraId="5957B0C7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259B3C" w14:textId="77777777" w:rsidR="0085747A" w:rsidRPr="00E765A9" w:rsidRDefault="00B46FAA" w:rsidP="00B46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765A9" w14:paraId="2A907308" w14:textId="77777777" w:rsidTr="002B5A10">
        <w:trPr>
          <w:trHeight w:val="397"/>
        </w:trPr>
        <w:tc>
          <w:tcPr>
            <w:tcW w:w="4082" w:type="dxa"/>
          </w:tcPr>
          <w:p w14:paraId="67B246E1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D5615D5" w14:textId="77777777" w:rsidR="0085747A" w:rsidRPr="00E765A9" w:rsidRDefault="00B46FAA" w:rsidP="00B46F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65A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99CDE8" w14:textId="77777777" w:rsidR="003E1941" w:rsidRPr="00E765A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7CE225" w14:textId="77777777" w:rsidR="0085747A" w:rsidRPr="00E765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765A9">
        <w:rPr>
          <w:rFonts w:ascii="Corbel" w:hAnsi="Corbel"/>
          <w:smallCaps w:val="0"/>
          <w:szCs w:val="24"/>
        </w:rPr>
        <w:t xml:space="preserve">7. </w:t>
      </w:r>
      <w:r w:rsidR="0085747A" w:rsidRPr="00E765A9">
        <w:rPr>
          <w:rFonts w:ascii="Corbel" w:hAnsi="Corbel"/>
          <w:smallCaps w:val="0"/>
          <w:szCs w:val="24"/>
        </w:rPr>
        <w:t>LITERATURA</w:t>
      </w:r>
      <w:r w:rsidRPr="00E765A9">
        <w:rPr>
          <w:rFonts w:ascii="Corbel" w:hAnsi="Corbel"/>
          <w:smallCaps w:val="0"/>
          <w:szCs w:val="24"/>
        </w:rPr>
        <w:t xml:space="preserve"> </w:t>
      </w:r>
    </w:p>
    <w:p w14:paraId="0EFC8D5F" w14:textId="77777777" w:rsidR="00675843" w:rsidRPr="00E765A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765A9" w14:paraId="6DE50687" w14:textId="77777777" w:rsidTr="00B46FAA">
        <w:trPr>
          <w:trHeight w:val="397"/>
        </w:trPr>
        <w:tc>
          <w:tcPr>
            <w:tcW w:w="9497" w:type="dxa"/>
          </w:tcPr>
          <w:p w14:paraId="09C83D85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65A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75FDA8F" w14:textId="77777777" w:rsidR="00B321C2" w:rsidRPr="00E765A9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Kramarczyk E. (2007):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Bajki szczególne, bajki terapeutyczne</w:t>
            </w:r>
            <w:r w:rsidRPr="00E765A9">
              <w:rPr>
                <w:rFonts w:ascii="Corbel" w:hAnsi="Corbel"/>
                <w:sz w:val="24"/>
                <w:szCs w:val="24"/>
              </w:rPr>
              <w:t>. ,,Życie Szkoły”. Nr 10 s. 10-13.</w:t>
            </w:r>
          </w:p>
          <w:p w14:paraId="1382135B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 (2008):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Książka w terapii dzieci i młodzieży o zaburzonym zachowaniu</w:t>
            </w:r>
            <w:r w:rsidRPr="00E765A9">
              <w:rPr>
                <w:rFonts w:ascii="Corbel" w:hAnsi="Corbel"/>
                <w:sz w:val="24"/>
                <w:szCs w:val="24"/>
              </w:rPr>
              <w:t>. W: Współczesne problemy pedagogiki specjalnej. Dyskursy pedagogiki specjalnej. Red. U. Bartnikowska, Cz. Kosakowski, A. Krause. Wydawnictwo Uniwersytetu Warmińsko - Mazurskiego w Olsztynie, Olsztyn s. 425-429.</w:t>
            </w:r>
          </w:p>
          <w:p w14:paraId="002D4F99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 (2010):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Bajki rymowane w biblioterapii</w:t>
            </w:r>
            <w:r w:rsidRPr="00E765A9">
              <w:rPr>
                <w:rFonts w:ascii="Corbel" w:hAnsi="Corbel"/>
                <w:sz w:val="24"/>
                <w:szCs w:val="24"/>
              </w:rPr>
              <w:t>. Oficyna Wydawnicza „Impuls”, Kraków, (Wyd. I; Wyd. II).</w:t>
            </w:r>
          </w:p>
          <w:p w14:paraId="65534346" w14:textId="77777777" w:rsidR="00B321C2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Łaba A.: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Zastosowanie biblioterapii w kształtowaniu zachowań przystosowawczych uczniów z upośledzeniem umysłowym w stopniu lekkim</w:t>
            </w:r>
            <w:r w:rsidR="00B46FAA" w:rsidRPr="00E765A9">
              <w:rPr>
                <w:rFonts w:ascii="Corbel" w:hAnsi="Corbel"/>
                <w:sz w:val="24"/>
                <w:szCs w:val="24"/>
              </w:rPr>
              <w:t>, Wyd. UMCS, Lublin</w:t>
            </w:r>
            <w:r w:rsidRPr="00E765A9">
              <w:rPr>
                <w:rFonts w:ascii="Corbel" w:hAnsi="Corbel"/>
                <w:sz w:val="24"/>
                <w:szCs w:val="24"/>
              </w:rPr>
              <w:t>.</w:t>
            </w:r>
          </w:p>
          <w:p w14:paraId="7747F78C" w14:textId="33487632" w:rsidR="00A90CE9" w:rsidRDefault="00A90CE9" w:rsidP="00B46FAA">
            <w:pPr>
              <w:spacing w:after="0" w:line="240" w:lineRule="auto"/>
              <w:jc w:val="both"/>
            </w:pPr>
            <w:r>
              <w:t xml:space="preserve">Łaba A. (2016): </w:t>
            </w:r>
            <w:r w:rsidRPr="00A90CE9">
              <w:rPr>
                <w:i/>
                <w:iCs/>
              </w:rPr>
              <w:t>Umiejętności społeczne dzieci z autyzmem (z badań nad zastosowaniem Rozmów Komiksowych jako formy wspomagającej pracę z dziećmi z autyzmem)</w:t>
            </w:r>
            <w:r w:rsidRPr="00430764">
              <w:rPr>
                <w:b/>
              </w:rPr>
              <w:t xml:space="preserve"> </w:t>
            </w:r>
            <w:r w:rsidRPr="00430764">
              <w:t>“Niepełnosprawność i Rehabilitacja”, Nr 1,</w:t>
            </w:r>
            <w:r>
              <w:t xml:space="preserve"> s. </w:t>
            </w:r>
            <w:r w:rsidRPr="00430764">
              <w:t xml:space="preserve">147-158. </w:t>
            </w:r>
          </w:p>
          <w:p w14:paraId="407E58D3" w14:textId="4872570B" w:rsidR="00F3508C" w:rsidRDefault="00F3508C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t xml:space="preserve">Łaba A., (2016): </w:t>
            </w:r>
            <w:r w:rsidRPr="00F3508C">
              <w:rPr>
                <w:i/>
                <w:iCs/>
              </w:rPr>
              <w:t>Biblioterapia i jej wpływ na zachowania komunikacyjne dzieci z autyzmem,</w:t>
            </w:r>
            <w:r w:rsidRPr="00430764">
              <w:t xml:space="preserve"> „Niepełnosprawność”, Nr 23, s. 212-223</w:t>
            </w:r>
            <w:r>
              <w:t>.</w:t>
            </w:r>
          </w:p>
          <w:p w14:paraId="4648B217" w14:textId="32034B0F" w:rsidR="00B321C2" w:rsidRPr="00E765A9" w:rsidRDefault="000B303C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Wybrane artykuły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765A9" w14:paraId="7A5178A2" w14:textId="77777777" w:rsidTr="00B46FAA">
        <w:trPr>
          <w:trHeight w:val="397"/>
        </w:trPr>
        <w:tc>
          <w:tcPr>
            <w:tcW w:w="9497" w:type="dxa"/>
          </w:tcPr>
          <w:p w14:paraId="063851A6" w14:textId="77777777" w:rsidR="0085747A" w:rsidRPr="00E765A9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65A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A0F04C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Borecka I. (2004):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Z motylem w tle. O baśni w biblioterapii i terapii pedagogicznej</w:t>
            </w:r>
            <w:r w:rsidRPr="00E765A9">
              <w:rPr>
                <w:rFonts w:ascii="Corbel" w:hAnsi="Corbel"/>
                <w:sz w:val="24"/>
                <w:szCs w:val="24"/>
              </w:rPr>
              <w:t>. Wydawnictwo Państwowej Wyższej Szkoły Zawodowej w Wałbrzychu, Wałbrzych.</w:t>
            </w:r>
          </w:p>
          <w:p w14:paraId="6E2F66C7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Bot J. (2008):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Terapia bajką.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 „Wychowanie w Przedszkolu”. Nr 5 s. 53-56.</w:t>
            </w:r>
          </w:p>
          <w:p w14:paraId="2B86D1F6" w14:textId="77777777" w:rsidR="00B321C2" w:rsidRPr="00E765A9" w:rsidRDefault="00B321C2" w:rsidP="00B46FAA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Konieczna E. J. (2006):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Biblioterapia w praktyce. Poradnik dla nauczycieli, wychowawców i terapeutów</w:t>
            </w:r>
            <w:r w:rsidRPr="00E765A9">
              <w:rPr>
                <w:rFonts w:ascii="Corbel" w:hAnsi="Corbel"/>
                <w:sz w:val="24"/>
                <w:szCs w:val="24"/>
              </w:rPr>
              <w:t>. Oficyna Wydawnicza „Impuls”, Kraków.</w:t>
            </w:r>
          </w:p>
          <w:p w14:paraId="6E3192F8" w14:textId="77777777" w:rsidR="00B321C2" w:rsidRDefault="00B321C2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765A9">
              <w:rPr>
                <w:rFonts w:ascii="Corbel" w:hAnsi="Corbel"/>
                <w:sz w:val="24"/>
                <w:szCs w:val="24"/>
              </w:rPr>
              <w:t xml:space="preserve">Kruszewski T. (2006):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Biblioterapia w działaniach placówek opiekuńczo wychowawczych</w:t>
            </w:r>
            <w:r w:rsidRPr="00E765A9">
              <w:rPr>
                <w:rFonts w:ascii="Corbel" w:hAnsi="Corbel"/>
                <w:sz w:val="24"/>
                <w:szCs w:val="24"/>
              </w:rPr>
              <w:t xml:space="preserve">. Wydawnictwo Edukacyjne Akapit, Toruń. </w:t>
            </w:r>
          </w:p>
          <w:p w14:paraId="44A4A225" w14:textId="30646B2F" w:rsidR="00775D6A" w:rsidRDefault="00775D6A" w:rsidP="00B46FAA">
            <w:p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rFonts w:ascii="Corbel" w:hAnsi="Corbel"/>
                <w:sz w:val="24"/>
                <w:szCs w:val="24"/>
              </w:rPr>
              <w:t>Łaba A</w:t>
            </w:r>
            <w:r w:rsidR="00500C8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, (2015): </w:t>
            </w:r>
            <w:r w:rsidRPr="00775D6A">
              <w:rPr>
                <w:i/>
                <w:iCs/>
              </w:rPr>
              <w:t>Biblioterapia w pracy z dziećmi z autyzmem w kształtowaniu ich zachowań przystosowawczych w środowisku szkolnym (wokół teorii i praktycznych rozwiązań).</w:t>
            </w:r>
            <w:r w:rsidRPr="00430764">
              <w:t xml:space="preserve"> W: </w:t>
            </w:r>
            <w:r w:rsidRPr="00430764">
              <w:rPr>
                <w:bCs/>
                <w:color w:val="000000"/>
              </w:rPr>
              <w:t xml:space="preserve">I. Bugajska-Bigos, A. </w:t>
            </w:r>
            <w:proofErr w:type="spellStart"/>
            <w:r w:rsidRPr="00430764">
              <w:rPr>
                <w:bCs/>
                <w:color w:val="000000"/>
              </w:rPr>
              <w:t>Steliga</w:t>
            </w:r>
            <w:proofErr w:type="spellEnd"/>
            <w:r w:rsidRPr="00430764">
              <w:rPr>
                <w:bCs/>
                <w:color w:val="000000"/>
              </w:rPr>
              <w:t xml:space="preserve"> (red.): Współczesna arteterapia. Aspekty teoretyczno-praktyczne. </w:t>
            </w:r>
            <w:proofErr w:type="spellStart"/>
            <w:r w:rsidRPr="00430764">
              <w:rPr>
                <w:bCs/>
                <w:color w:val="000000"/>
              </w:rPr>
              <w:t>Contemporary</w:t>
            </w:r>
            <w:proofErr w:type="spellEnd"/>
            <w:r w:rsidRPr="00430764">
              <w:rPr>
                <w:bCs/>
                <w:color w:val="000000"/>
              </w:rPr>
              <w:t xml:space="preserve"> art. </w:t>
            </w:r>
            <w:proofErr w:type="spellStart"/>
            <w:r w:rsidRPr="00430764">
              <w:rPr>
                <w:bCs/>
                <w:color w:val="000000"/>
              </w:rPr>
              <w:t>Theoretical</w:t>
            </w:r>
            <w:proofErr w:type="spellEnd"/>
            <w:r w:rsidRPr="00430764">
              <w:rPr>
                <w:bCs/>
                <w:color w:val="000000"/>
              </w:rPr>
              <w:t xml:space="preserve"> and </w:t>
            </w:r>
            <w:proofErr w:type="spellStart"/>
            <w:r w:rsidRPr="00430764">
              <w:rPr>
                <w:bCs/>
                <w:color w:val="000000"/>
              </w:rPr>
              <w:t>practical</w:t>
            </w:r>
            <w:proofErr w:type="spellEnd"/>
            <w:r w:rsidRPr="00430764">
              <w:rPr>
                <w:bCs/>
                <w:color w:val="000000"/>
              </w:rPr>
              <w:t xml:space="preserve"> </w:t>
            </w:r>
            <w:proofErr w:type="spellStart"/>
            <w:r w:rsidRPr="00430764">
              <w:rPr>
                <w:bCs/>
                <w:color w:val="000000"/>
              </w:rPr>
              <w:t>aspects</w:t>
            </w:r>
            <w:proofErr w:type="spellEnd"/>
            <w:r w:rsidRPr="00430764">
              <w:rPr>
                <w:bCs/>
                <w:color w:val="000000"/>
              </w:rPr>
              <w:t>. Wydawnictwo Naukowe Państwowej Wyższej Szkoły Zawodowej w Nowym Sączu, Nowy Sącz</w:t>
            </w:r>
            <w:r>
              <w:rPr>
                <w:bCs/>
                <w:color w:val="000000"/>
              </w:rPr>
              <w:t>,</w:t>
            </w:r>
            <w:r w:rsidRPr="00430764">
              <w:rPr>
                <w:bCs/>
                <w:color w:val="000000"/>
              </w:rPr>
              <w:t xml:space="preserve"> s. 199-211, ISBN: 978-83-63196-81-3.</w:t>
            </w:r>
          </w:p>
          <w:p w14:paraId="7BAEB6C0" w14:textId="08D5F2F7" w:rsidR="00A0076F" w:rsidRPr="00E765A9" w:rsidRDefault="00A0076F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bCs/>
                <w:color w:val="000000"/>
              </w:rPr>
              <w:t xml:space="preserve">Łaba – </w:t>
            </w:r>
            <w:proofErr w:type="spellStart"/>
            <w:r>
              <w:rPr>
                <w:bCs/>
                <w:color w:val="000000"/>
              </w:rPr>
              <w:t>Hornecka</w:t>
            </w:r>
            <w:proofErr w:type="spellEnd"/>
            <w:r>
              <w:rPr>
                <w:bCs/>
                <w:color w:val="000000"/>
              </w:rPr>
              <w:t xml:space="preserve"> A., (2018): </w:t>
            </w:r>
            <w:proofErr w:type="spellStart"/>
            <w:r w:rsidRPr="00A0076F">
              <w:rPr>
                <w:i/>
                <w:iCs/>
              </w:rPr>
              <w:t>Multisensoryczne</w:t>
            </w:r>
            <w:proofErr w:type="spellEnd"/>
            <w:r w:rsidRPr="00A0076F">
              <w:rPr>
                <w:i/>
                <w:iCs/>
              </w:rPr>
              <w:t xml:space="preserve"> opowieści jako narzędzie kształtowania zachowań społecznych dzieci z autyzmem w młodszym wieku szkolnym</w:t>
            </w:r>
            <w:r w:rsidRPr="00430764">
              <w:t xml:space="preserve">. „Forum pedagogiczne”, </w:t>
            </w:r>
            <w:r>
              <w:t xml:space="preserve">2, </w:t>
            </w:r>
            <w:r w:rsidRPr="00430764">
              <w:t>s. 111-122.</w:t>
            </w:r>
          </w:p>
          <w:p w14:paraId="7EE034AB" w14:textId="4ECEEA6D" w:rsidR="00B321C2" w:rsidRPr="00E765A9" w:rsidRDefault="00DD397E" w:rsidP="00B46F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765A9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765A9">
              <w:rPr>
                <w:rFonts w:ascii="Corbel" w:hAnsi="Corbel"/>
                <w:sz w:val="24"/>
                <w:szCs w:val="24"/>
              </w:rPr>
              <w:t xml:space="preserve"> M.(1998): </w:t>
            </w:r>
            <w:r w:rsidRPr="00E765A9">
              <w:rPr>
                <w:rFonts w:ascii="Corbel" w:hAnsi="Corbel"/>
                <w:i/>
                <w:sz w:val="24"/>
                <w:szCs w:val="24"/>
              </w:rPr>
              <w:t>Bajki terapeutyczne dla dzieci</w:t>
            </w:r>
            <w:r w:rsidRPr="00E765A9">
              <w:rPr>
                <w:rFonts w:ascii="Corbel" w:hAnsi="Corbel"/>
                <w:sz w:val="24"/>
                <w:szCs w:val="24"/>
              </w:rPr>
              <w:t>. Leszno.</w:t>
            </w:r>
          </w:p>
        </w:tc>
      </w:tr>
    </w:tbl>
    <w:p w14:paraId="228DCA13" w14:textId="77777777" w:rsidR="0085747A" w:rsidRPr="00E765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8E120C" w14:textId="77777777" w:rsidR="0085747A" w:rsidRPr="00E765A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7135A" w14:textId="77777777" w:rsidR="0085747A" w:rsidRPr="00E765A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765A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C8E37FE" w14:textId="77777777" w:rsidR="00B46FAA" w:rsidRPr="00E765A9" w:rsidRDefault="00B46FA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06CC02" w14:textId="77777777" w:rsidR="00B46FAA" w:rsidRPr="00E765A9" w:rsidRDefault="00B46FA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CD6689" w14:textId="77777777" w:rsidR="00B46FAA" w:rsidRPr="00E765A9" w:rsidRDefault="00B46FAA" w:rsidP="00B46FA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B46FAA" w:rsidRPr="00E765A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0D95" w14:textId="77777777" w:rsidR="00D771B1" w:rsidRDefault="00D771B1" w:rsidP="00C16ABF">
      <w:pPr>
        <w:spacing w:after="0" w:line="240" w:lineRule="auto"/>
      </w:pPr>
      <w:r>
        <w:separator/>
      </w:r>
    </w:p>
  </w:endnote>
  <w:endnote w:type="continuationSeparator" w:id="0">
    <w:p w14:paraId="751419DB" w14:textId="77777777" w:rsidR="00D771B1" w:rsidRDefault="00D771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0E936" w14:textId="77777777" w:rsidR="00D771B1" w:rsidRDefault="00D771B1" w:rsidP="00C16ABF">
      <w:pPr>
        <w:spacing w:after="0" w:line="240" w:lineRule="auto"/>
      </w:pPr>
      <w:r>
        <w:separator/>
      </w:r>
    </w:p>
  </w:footnote>
  <w:footnote w:type="continuationSeparator" w:id="0">
    <w:p w14:paraId="7A725F03" w14:textId="77777777" w:rsidR="00D771B1" w:rsidRDefault="00D771B1" w:rsidP="00C16ABF">
      <w:pPr>
        <w:spacing w:after="0" w:line="240" w:lineRule="auto"/>
      </w:pPr>
      <w:r>
        <w:continuationSeparator/>
      </w:r>
    </w:p>
  </w:footnote>
  <w:footnote w:id="1">
    <w:p w14:paraId="414824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023E0"/>
    <w:multiLevelType w:val="hybridMultilevel"/>
    <w:tmpl w:val="E60621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374632"/>
    <w:multiLevelType w:val="hybridMultilevel"/>
    <w:tmpl w:val="3DB6DB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057596">
    <w:abstractNumId w:val="0"/>
  </w:num>
  <w:num w:numId="2" w16cid:durableId="1952080255">
    <w:abstractNumId w:val="2"/>
  </w:num>
  <w:num w:numId="3" w16cid:durableId="8443200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51C"/>
    <w:rsid w:val="00022ECE"/>
    <w:rsid w:val="00035DC2"/>
    <w:rsid w:val="00042511"/>
    <w:rsid w:val="00042A51"/>
    <w:rsid w:val="00042D2E"/>
    <w:rsid w:val="00044C82"/>
    <w:rsid w:val="0005068A"/>
    <w:rsid w:val="00063015"/>
    <w:rsid w:val="00070DB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3C"/>
    <w:rsid w:val="000B3E37"/>
    <w:rsid w:val="000C0C2A"/>
    <w:rsid w:val="000D04B0"/>
    <w:rsid w:val="000F1C57"/>
    <w:rsid w:val="000F5615"/>
    <w:rsid w:val="00124BFF"/>
    <w:rsid w:val="0012560E"/>
    <w:rsid w:val="00127108"/>
    <w:rsid w:val="00134B13"/>
    <w:rsid w:val="00136A98"/>
    <w:rsid w:val="00146BC0"/>
    <w:rsid w:val="00153C41"/>
    <w:rsid w:val="00154381"/>
    <w:rsid w:val="00163349"/>
    <w:rsid w:val="001640A7"/>
    <w:rsid w:val="00164FA7"/>
    <w:rsid w:val="001660FB"/>
    <w:rsid w:val="00166A03"/>
    <w:rsid w:val="001718A7"/>
    <w:rsid w:val="001737CF"/>
    <w:rsid w:val="00176083"/>
    <w:rsid w:val="00192F37"/>
    <w:rsid w:val="001A70D2"/>
    <w:rsid w:val="001C5082"/>
    <w:rsid w:val="001D657B"/>
    <w:rsid w:val="001D7B54"/>
    <w:rsid w:val="001E0209"/>
    <w:rsid w:val="001F2CA2"/>
    <w:rsid w:val="001F4C15"/>
    <w:rsid w:val="002144C0"/>
    <w:rsid w:val="002152C7"/>
    <w:rsid w:val="0022477D"/>
    <w:rsid w:val="002278A9"/>
    <w:rsid w:val="002336F9"/>
    <w:rsid w:val="002373E5"/>
    <w:rsid w:val="0024028F"/>
    <w:rsid w:val="00244ABC"/>
    <w:rsid w:val="0028166F"/>
    <w:rsid w:val="00281FF2"/>
    <w:rsid w:val="002857DE"/>
    <w:rsid w:val="00291567"/>
    <w:rsid w:val="002A22BF"/>
    <w:rsid w:val="002A2389"/>
    <w:rsid w:val="002A671D"/>
    <w:rsid w:val="002B4D55"/>
    <w:rsid w:val="002B5A10"/>
    <w:rsid w:val="002B5EA0"/>
    <w:rsid w:val="002B6119"/>
    <w:rsid w:val="002C1F06"/>
    <w:rsid w:val="002D3375"/>
    <w:rsid w:val="002D5D63"/>
    <w:rsid w:val="002D73D4"/>
    <w:rsid w:val="002F02A3"/>
    <w:rsid w:val="002F4ABE"/>
    <w:rsid w:val="003018BA"/>
    <w:rsid w:val="0030395F"/>
    <w:rsid w:val="00305C92"/>
    <w:rsid w:val="003151C5"/>
    <w:rsid w:val="003343CF"/>
    <w:rsid w:val="003463AF"/>
    <w:rsid w:val="00346FE9"/>
    <w:rsid w:val="0034759A"/>
    <w:rsid w:val="003503F6"/>
    <w:rsid w:val="003530DD"/>
    <w:rsid w:val="00360C56"/>
    <w:rsid w:val="00363F78"/>
    <w:rsid w:val="003854C0"/>
    <w:rsid w:val="003A0A5B"/>
    <w:rsid w:val="003A1176"/>
    <w:rsid w:val="003C0BAE"/>
    <w:rsid w:val="003D18A9"/>
    <w:rsid w:val="003D5650"/>
    <w:rsid w:val="003D6CE2"/>
    <w:rsid w:val="003E0E47"/>
    <w:rsid w:val="003E1941"/>
    <w:rsid w:val="003E2FE6"/>
    <w:rsid w:val="003E49D5"/>
    <w:rsid w:val="003F205D"/>
    <w:rsid w:val="003F38C0"/>
    <w:rsid w:val="004009C8"/>
    <w:rsid w:val="00414E3C"/>
    <w:rsid w:val="00421AD6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2D4"/>
    <w:rsid w:val="0047598D"/>
    <w:rsid w:val="004760BB"/>
    <w:rsid w:val="0047783D"/>
    <w:rsid w:val="004840FD"/>
    <w:rsid w:val="00486C93"/>
    <w:rsid w:val="00490F7D"/>
    <w:rsid w:val="00491678"/>
    <w:rsid w:val="004968E2"/>
    <w:rsid w:val="004A3EEA"/>
    <w:rsid w:val="004A4D1F"/>
    <w:rsid w:val="004D5282"/>
    <w:rsid w:val="004F1551"/>
    <w:rsid w:val="004F55A3"/>
    <w:rsid w:val="00500C85"/>
    <w:rsid w:val="0050496F"/>
    <w:rsid w:val="00513B6F"/>
    <w:rsid w:val="00517C63"/>
    <w:rsid w:val="005344DD"/>
    <w:rsid w:val="005363C4"/>
    <w:rsid w:val="00536BDE"/>
    <w:rsid w:val="00543ACC"/>
    <w:rsid w:val="005558A4"/>
    <w:rsid w:val="0056696D"/>
    <w:rsid w:val="0059484D"/>
    <w:rsid w:val="005A0855"/>
    <w:rsid w:val="005A3196"/>
    <w:rsid w:val="005C080F"/>
    <w:rsid w:val="005C55E5"/>
    <w:rsid w:val="005C696A"/>
    <w:rsid w:val="005E5FFA"/>
    <w:rsid w:val="005E6E85"/>
    <w:rsid w:val="005F31D2"/>
    <w:rsid w:val="00600780"/>
    <w:rsid w:val="006057F9"/>
    <w:rsid w:val="0061029B"/>
    <w:rsid w:val="00617230"/>
    <w:rsid w:val="00621CE1"/>
    <w:rsid w:val="00626C71"/>
    <w:rsid w:val="00627FC9"/>
    <w:rsid w:val="00636BC2"/>
    <w:rsid w:val="00647FA8"/>
    <w:rsid w:val="00650C5F"/>
    <w:rsid w:val="00653011"/>
    <w:rsid w:val="00654934"/>
    <w:rsid w:val="006620D9"/>
    <w:rsid w:val="00670255"/>
    <w:rsid w:val="00671958"/>
    <w:rsid w:val="00674247"/>
    <w:rsid w:val="00675843"/>
    <w:rsid w:val="00682DD7"/>
    <w:rsid w:val="00684BB3"/>
    <w:rsid w:val="00696477"/>
    <w:rsid w:val="006A4915"/>
    <w:rsid w:val="006A6737"/>
    <w:rsid w:val="006C11F3"/>
    <w:rsid w:val="006C5A7A"/>
    <w:rsid w:val="006D050F"/>
    <w:rsid w:val="006D6139"/>
    <w:rsid w:val="006E5D65"/>
    <w:rsid w:val="006F1282"/>
    <w:rsid w:val="006F1FBC"/>
    <w:rsid w:val="006F31E2"/>
    <w:rsid w:val="0070406B"/>
    <w:rsid w:val="00706544"/>
    <w:rsid w:val="007072BA"/>
    <w:rsid w:val="00714E1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D6A"/>
    <w:rsid w:val="0078168C"/>
    <w:rsid w:val="00784D50"/>
    <w:rsid w:val="00787C2A"/>
    <w:rsid w:val="00790E27"/>
    <w:rsid w:val="007A265C"/>
    <w:rsid w:val="007A4022"/>
    <w:rsid w:val="007A6E6E"/>
    <w:rsid w:val="007B2AAA"/>
    <w:rsid w:val="007B7FDF"/>
    <w:rsid w:val="007C3299"/>
    <w:rsid w:val="007C3BCC"/>
    <w:rsid w:val="007C4546"/>
    <w:rsid w:val="007C4E9B"/>
    <w:rsid w:val="007D6E56"/>
    <w:rsid w:val="007F4155"/>
    <w:rsid w:val="007F5ED0"/>
    <w:rsid w:val="0081554D"/>
    <w:rsid w:val="0081707E"/>
    <w:rsid w:val="008339B5"/>
    <w:rsid w:val="008449B3"/>
    <w:rsid w:val="0085026B"/>
    <w:rsid w:val="008538B6"/>
    <w:rsid w:val="008552A2"/>
    <w:rsid w:val="00856731"/>
    <w:rsid w:val="0085747A"/>
    <w:rsid w:val="0088380A"/>
    <w:rsid w:val="00884922"/>
    <w:rsid w:val="00885F64"/>
    <w:rsid w:val="008917F9"/>
    <w:rsid w:val="008944B5"/>
    <w:rsid w:val="00896CB2"/>
    <w:rsid w:val="008A45F7"/>
    <w:rsid w:val="008A6CFE"/>
    <w:rsid w:val="008B4683"/>
    <w:rsid w:val="008C0CC0"/>
    <w:rsid w:val="008C19A9"/>
    <w:rsid w:val="008C379D"/>
    <w:rsid w:val="008C5147"/>
    <w:rsid w:val="008C5359"/>
    <w:rsid w:val="008C5363"/>
    <w:rsid w:val="008D3DFB"/>
    <w:rsid w:val="008D6491"/>
    <w:rsid w:val="008E4231"/>
    <w:rsid w:val="008E64F4"/>
    <w:rsid w:val="008F12C9"/>
    <w:rsid w:val="008F424A"/>
    <w:rsid w:val="008F6E29"/>
    <w:rsid w:val="00916188"/>
    <w:rsid w:val="00923D7D"/>
    <w:rsid w:val="00946FDA"/>
    <w:rsid w:val="009508DF"/>
    <w:rsid w:val="00950DAC"/>
    <w:rsid w:val="00954A07"/>
    <w:rsid w:val="00962F34"/>
    <w:rsid w:val="00997F14"/>
    <w:rsid w:val="009A78D9"/>
    <w:rsid w:val="009B6C45"/>
    <w:rsid w:val="009C3E31"/>
    <w:rsid w:val="009C54AE"/>
    <w:rsid w:val="009C788E"/>
    <w:rsid w:val="009C79B8"/>
    <w:rsid w:val="009D2757"/>
    <w:rsid w:val="009D3F3B"/>
    <w:rsid w:val="009E0543"/>
    <w:rsid w:val="009E3B41"/>
    <w:rsid w:val="009F3C5C"/>
    <w:rsid w:val="009F4610"/>
    <w:rsid w:val="00A0076F"/>
    <w:rsid w:val="00A00ECC"/>
    <w:rsid w:val="00A155EE"/>
    <w:rsid w:val="00A20213"/>
    <w:rsid w:val="00A2245B"/>
    <w:rsid w:val="00A30110"/>
    <w:rsid w:val="00A31EE8"/>
    <w:rsid w:val="00A36899"/>
    <w:rsid w:val="00A371F6"/>
    <w:rsid w:val="00A42576"/>
    <w:rsid w:val="00A43BF6"/>
    <w:rsid w:val="00A46330"/>
    <w:rsid w:val="00A53FA5"/>
    <w:rsid w:val="00A54817"/>
    <w:rsid w:val="00A601C8"/>
    <w:rsid w:val="00A60799"/>
    <w:rsid w:val="00A665A8"/>
    <w:rsid w:val="00A84C85"/>
    <w:rsid w:val="00A90CE9"/>
    <w:rsid w:val="00A97DE1"/>
    <w:rsid w:val="00AA1D59"/>
    <w:rsid w:val="00AB053C"/>
    <w:rsid w:val="00AC349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B5F"/>
    <w:rsid w:val="00B3130B"/>
    <w:rsid w:val="00B321C2"/>
    <w:rsid w:val="00B359C5"/>
    <w:rsid w:val="00B40ADB"/>
    <w:rsid w:val="00B42149"/>
    <w:rsid w:val="00B43B77"/>
    <w:rsid w:val="00B43E80"/>
    <w:rsid w:val="00B46FAA"/>
    <w:rsid w:val="00B47486"/>
    <w:rsid w:val="00B548D4"/>
    <w:rsid w:val="00B607DB"/>
    <w:rsid w:val="00B64268"/>
    <w:rsid w:val="00B66529"/>
    <w:rsid w:val="00B72B92"/>
    <w:rsid w:val="00B75946"/>
    <w:rsid w:val="00B8056E"/>
    <w:rsid w:val="00B819C8"/>
    <w:rsid w:val="00B82308"/>
    <w:rsid w:val="00B90885"/>
    <w:rsid w:val="00B932A2"/>
    <w:rsid w:val="00BA2D76"/>
    <w:rsid w:val="00BB520A"/>
    <w:rsid w:val="00BD2D17"/>
    <w:rsid w:val="00BD3869"/>
    <w:rsid w:val="00BD66E9"/>
    <w:rsid w:val="00BD6FF4"/>
    <w:rsid w:val="00BF2C41"/>
    <w:rsid w:val="00BF482A"/>
    <w:rsid w:val="00C058B4"/>
    <w:rsid w:val="00C05F44"/>
    <w:rsid w:val="00C131B5"/>
    <w:rsid w:val="00C16ABF"/>
    <w:rsid w:val="00C170AE"/>
    <w:rsid w:val="00C26CB7"/>
    <w:rsid w:val="00C324C1"/>
    <w:rsid w:val="00C36992"/>
    <w:rsid w:val="00C428A2"/>
    <w:rsid w:val="00C56036"/>
    <w:rsid w:val="00C61DC5"/>
    <w:rsid w:val="00C67E92"/>
    <w:rsid w:val="00C70A26"/>
    <w:rsid w:val="00C766DF"/>
    <w:rsid w:val="00C94B98"/>
    <w:rsid w:val="00CA2B96"/>
    <w:rsid w:val="00CA34FA"/>
    <w:rsid w:val="00CA5089"/>
    <w:rsid w:val="00CD6897"/>
    <w:rsid w:val="00CE5BAC"/>
    <w:rsid w:val="00CF25BE"/>
    <w:rsid w:val="00CF78ED"/>
    <w:rsid w:val="00D02B25"/>
    <w:rsid w:val="00D02EBA"/>
    <w:rsid w:val="00D02FA9"/>
    <w:rsid w:val="00D17C3C"/>
    <w:rsid w:val="00D26B2C"/>
    <w:rsid w:val="00D352C9"/>
    <w:rsid w:val="00D425B2"/>
    <w:rsid w:val="00D428D6"/>
    <w:rsid w:val="00D552B2"/>
    <w:rsid w:val="00D57086"/>
    <w:rsid w:val="00D608D1"/>
    <w:rsid w:val="00D74119"/>
    <w:rsid w:val="00D752EA"/>
    <w:rsid w:val="00D771B1"/>
    <w:rsid w:val="00D8075B"/>
    <w:rsid w:val="00D86281"/>
    <w:rsid w:val="00D8678B"/>
    <w:rsid w:val="00DA2114"/>
    <w:rsid w:val="00DA39D3"/>
    <w:rsid w:val="00DD397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6AB"/>
    <w:rsid w:val="00E742AA"/>
    <w:rsid w:val="00E765A9"/>
    <w:rsid w:val="00E77E88"/>
    <w:rsid w:val="00E80938"/>
    <w:rsid w:val="00E8107D"/>
    <w:rsid w:val="00E91B2A"/>
    <w:rsid w:val="00E960BB"/>
    <w:rsid w:val="00EA196D"/>
    <w:rsid w:val="00EA2074"/>
    <w:rsid w:val="00EA3C29"/>
    <w:rsid w:val="00EA3F4F"/>
    <w:rsid w:val="00EA4832"/>
    <w:rsid w:val="00EA4E9D"/>
    <w:rsid w:val="00EC4899"/>
    <w:rsid w:val="00EC5C2F"/>
    <w:rsid w:val="00ED03AB"/>
    <w:rsid w:val="00ED32D2"/>
    <w:rsid w:val="00EE32DE"/>
    <w:rsid w:val="00EE5457"/>
    <w:rsid w:val="00F070AB"/>
    <w:rsid w:val="00F10DB2"/>
    <w:rsid w:val="00F12AFD"/>
    <w:rsid w:val="00F17567"/>
    <w:rsid w:val="00F27A7B"/>
    <w:rsid w:val="00F3508C"/>
    <w:rsid w:val="00F526AF"/>
    <w:rsid w:val="00F617C3"/>
    <w:rsid w:val="00F7066B"/>
    <w:rsid w:val="00F72450"/>
    <w:rsid w:val="00F8278B"/>
    <w:rsid w:val="00F83B28"/>
    <w:rsid w:val="00F9606D"/>
    <w:rsid w:val="00F974DA"/>
    <w:rsid w:val="00FA46E5"/>
    <w:rsid w:val="00FB0706"/>
    <w:rsid w:val="00FB6A46"/>
    <w:rsid w:val="00FB7DBA"/>
    <w:rsid w:val="00FC1C25"/>
    <w:rsid w:val="00FC3F45"/>
    <w:rsid w:val="00FC4538"/>
    <w:rsid w:val="00FD503F"/>
    <w:rsid w:val="00FD555A"/>
    <w:rsid w:val="00FD7589"/>
    <w:rsid w:val="00FE163F"/>
    <w:rsid w:val="00FF016A"/>
    <w:rsid w:val="00FF1401"/>
    <w:rsid w:val="00FF54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A6842"/>
  <w15:docId w15:val="{DB6E7D91-228D-4625-A26E-6B683485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2D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C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5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5C2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C2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0DA03-2C46-451A-AA7B-FD26746B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1477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</cp:revision>
  <cp:lastPrinted>2019-02-06T12:12:00Z</cp:lastPrinted>
  <dcterms:created xsi:type="dcterms:W3CDTF">2025-01-28T06:56:00Z</dcterms:created>
  <dcterms:modified xsi:type="dcterms:W3CDTF">2025-02-04T18:18:00Z</dcterms:modified>
</cp:coreProperties>
</file>